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0C9" w:rsidRDefault="00E060C9" w:rsidP="00DB05E8">
      <w:pPr>
        <w:spacing w:line="560" w:lineRule="exact"/>
        <w:ind w:right="632"/>
        <w:rPr>
          <w:rFonts w:ascii="黑体" w:eastAsia="黑体" w:hAnsi="黑体"/>
        </w:rPr>
      </w:pPr>
      <w:r w:rsidRPr="00880AB7">
        <w:rPr>
          <w:rFonts w:ascii="黑体" w:eastAsia="黑体" w:hAnsi="黑体" w:cs="黑体" w:hint="eastAsia"/>
        </w:rPr>
        <w:t>附件</w:t>
      </w:r>
      <w:r w:rsidRPr="00880AB7">
        <w:rPr>
          <w:rFonts w:ascii="黑体" w:eastAsia="黑体" w:hAnsi="黑体" w:cs="黑体"/>
        </w:rPr>
        <w:t>1</w:t>
      </w:r>
    </w:p>
    <w:p w:rsidR="00E060C9" w:rsidRPr="00880AB7" w:rsidRDefault="00E060C9" w:rsidP="00DB05E8">
      <w:pPr>
        <w:spacing w:line="560" w:lineRule="exact"/>
        <w:ind w:right="632"/>
        <w:rPr>
          <w:rFonts w:ascii="黑体" w:eastAsia="黑体" w:hAnsi="黑体"/>
        </w:rPr>
      </w:pPr>
    </w:p>
    <w:p w:rsidR="00E060C9" w:rsidRPr="0019517C" w:rsidRDefault="00E060C9" w:rsidP="00DB05E8">
      <w:pPr>
        <w:spacing w:line="560" w:lineRule="exact"/>
        <w:ind w:left="14"/>
        <w:jc w:val="center"/>
        <w:rPr>
          <w:rFonts w:ascii="方正小标宋简体" w:eastAsia="方正小标宋简体" w:hAnsi="宋体"/>
          <w:sz w:val="44"/>
          <w:szCs w:val="44"/>
        </w:rPr>
      </w:pPr>
      <w:r w:rsidRPr="0019517C">
        <w:rPr>
          <w:rFonts w:ascii="方正小标宋简体" w:eastAsia="方正小标宋简体" w:hAnsi="宋体" w:cs="方正小标宋简体" w:hint="eastAsia"/>
          <w:sz w:val="44"/>
          <w:szCs w:val="44"/>
        </w:rPr>
        <w:t>青岛市教育科学“十三五”规划</w:t>
      </w:r>
      <w:r w:rsidRPr="0019517C">
        <w:rPr>
          <w:rFonts w:ascii="方正小标宋简体" w:eastAsia="方正小标宋简体" w:hAnsi="宋体" w:cs="方正小标宋简体"/>
          <w:sz w:val="44"/>
          <w:szCs w:val="44"/>
        </w:rPr>
        <w:t>2018</w:t>
      </w:r>
      <w:r w:rsidRPr="0019517C">
        <w:rPr>
          <w:rFonts w:ascii="方正小标宋简体" w:eastAsia="方正小标宋简体" w:hAnsi="宋体" w:cs="方正小标宋简体" w:hint="eastAsia"/>
          <w:sz w:val="44"/>
          <w:szCs w:val="44"/>
        </w:rPr>
        <w:t>年度重大招标课题指南</w:t>
      </w:r>
    </w:p>
    <w:p w:rsidR="00E060C9" w:rsidRDefault="00E060C9" w:rsidP="00DB05E8">
      <w:pPr>
        <w:spacing w:line="560" w:lineRule="exact"/>
        <w:rPr>
          <w:rFonts w:ascii="楷体" w:eastAsia="楷体" w:hAnsi="仿宋"/>
        </w:rPr>
      </w:pPr>
    </w:p>
    <w:p w:rsidR="00E060C9" w:rsidRPr="00EB5C07" w:rsidRDefault="00E060C9" w:rsidP="004F6355">
      <w:pPr>
        <w:spacing w:line="560" w:lineRule="exact"/>
        <w:ind w:left="14" w:firstLineChars="200" w:firstLine="31680"/>
        <w:rPr>
          <w:rFonts w:ascii="仿宋_GB2312" w:eastAsia="仿宋_GB2312" w:hAnsi="宋体"/>
        </w:rPr>
      </w:pPr>
      <w:r w:rsidRPr="00EB5C07">
        <w:rPr>
          <w:rFonts w:ascii="仿宋_GB2312" w:eastAsia="仿宋_GB2312" w:hAnsi="宋体" w:cs="仿宋_GB2312"/>
        </w:rPr>
        <w:t>1.</w:t>
      </w:r>
      <w:r w:rsidRPr="00EB5C07">
        <w:rPr>
          <w:rFonts w:ascii="仿宋_GB2312" w:eastAsia="仿宋_GB2312" w:hAnsi="宋体" w:cs="仿宋_GB2312" w:hint="eastAsia"/>
        </w:rPr>
        <w:t>未来学校研究与实验</w:t>
      </w:r>
    </w:p>
    <w:p w:rsidR="00E060C9" w:rsidRDefault="00E060C9" w:rsidP="004F6355">
      <w:pPr>
        <w:spacing w:line="560" w:lineRule="exact"/>
        <w:ind w:left="14" w:firstLineChars="200" w:firstLine="31680"/>
        <w:rPr>
          <w:rFonts w:ascii="仿宋_GB2312" w:eastAsia="仿宋_GB2312" w:hAnsi="宋体"/>
        </w:rPr>
      </w:pPr>
      <w:r w:rsidRPr="00EB5C07">
        <w:rPr>
          <w:rFonts w:ascii="仿宋_GB2312" w:eastAsia="仿宋_GB2312" w:hAnsi="宋体" w:cs="仿宋_GB2312"/>
        </w:rPr>
        <w:t>2.</w:t>
      </w:r>
      <w:r w:rsidRPr="00EB5C07">
        <w:rPr>
          <w:rFonts w:ascii="仿宋_GB2312" w:eastAsia="仿宋_GB2312" w:hAnsi="宋体" w:cs="仿宋_GB2312" w:hint="eastAsia"/>
        </w:rPr>
        <w:t>改革开放</w:t>
      </w:r>
      <w:r w:rsidRPr="00EB5C07">
        <w:rPr>
          <w:rFonts w:ascii="仿宋_GB2312" w:eastAsia="仿宋_GB2312" w:hAnsi="宋体" w:cs="仿宋_GB2312"/>
        </w:rPr>
        <w:t>40</w:t>
      </w:r>
      <w:r w:rsidRPr="00EB5C07">
        <w:rPr>
          <w:rFonts w:ascii="仿宋_GB2312" w:eastAsia="仿宋_GB2312" w:hAnsi="宋体" w:cs="仿宋_GB2312" w:hint="eastAsia"/>
        </w:rPr>
        <w:t>年青岛市教育改革发展回顾与反思</w:t>
      </w:r>
    </w:p>
    <w:p w:rsidR="00E060C9" w:rsidRPr="00EB5C07" w:rsidRDefault="00E060C9" w:rsidP="004F6355">
      <w:pPr>
        <w:spacing w:line="560" w:lineRule="exact"/>
        <w:ind w:left="14" w:firstLineChars="200" w:firstLine="31680"/>
        <w:rPr>
          <w:rFonts w:ascii="仿宋_GB2312" w:eastAsia="仿宋_GB2312" w:hAnsi="宋体"/>
        </w:rPr>
      </w:pPr>
      <w:r>
        <w:rPr>
          <w:rFonts w:ascii="仿宋_GB2312" w:eastAsia="仿宋_GB2312" w:hAnsi="宋体" w:cs="仿宋_GB2312"/>
        </w:rPr>
        <w:t>3.</w:t>
      </w:r>
      <w:r>
        <w:rPr>
          <w:rFonts w:ascii="仿宋_GB2312" w:eastAsia="仿宋_GB2312" w:hAnsi="宋体" w:cs="仿宋_GB2312" w:hint="eastAsia"/>
        </w:rPr>
        <w:t>青岛市</w:t>
      </w:r>
      <w:r w:rsidRPr="0080416B">
        <w:rPr>
          <w:rFonts w:ascii="仿宋_GB2312" w:eastAsia="仿宋_GB2312" w:hAnsi="宋体" w:cs="仿宋_GB2312" w:hint="eastAsia"/>
        </w:rPr>
        <w:t>振兴乡村战略中的农村教育现代化研究</w:t>
      </w:r>
    </w:p>
    <w:p w:rsidR="00E060C9" w:rsidRDefault="00E060C9" w:rsidP="004F6355">
      <w:pPr>
        <w:spacing w:line="560" w:lineRule="exact"/>
        <w:ind w:left="14" w:firstLineChars="200" w:firstLine="31680"/>
        <w:rPr>
          <w:rFonts w:ascii="仿宋_GB2312" w:eastAsia="仿宋_GB2312" w:hAnsi="宋体"/>
        </w:rPr>
      </w:pPr>
      <w:r w:rsidRPr="00EB5C07">
        <w:rPr>
          <w:rFonts w:ascii="仿宋_GB2312" w:eastAsia="仿宋_GB2312" w:hAnsi="宋体" w:cs="仿宋_GB2312"/>
        </w:rPr>
        <w:t>4.</w:t>
      </w:r>
      <w:r w:rsidRPr="00EB5C07">
        <w:rPr>
          <w:rFonts w:ascii="仿宋_GB2312" w:eastAsia="仿宋_GB2312" w:hAnsi="宋体" w:cs="仿宋_GB2312" w:hint="eastAsia"/>
        </w:rPr>
        <w:t>新高考背景下学生素养提升的理论与实践研究</w:t>
      </w:r>
    </w:p>
    <w:p w:rsidR="00E060C9" w:rsidRDefault="00E060C9" w:rsidP="004F6355">
      <w:pPr>
        <w:spacing w:line="560" w:lineRule="exact"/>
        <w:ind w:left="14" w:firstLineChars="200" w:firstLine="31680"/>
        <w:rPr>
          <w:rFonts w:ascii="仿宋_GB2312" w:eastAsia="仿宋_GB2312" w:hAnsi="宋体"/>
        </w:rPr>
      </w:pPr>
      <w:r>
        <w:rPr>
          <w:rFonts w:ascii="仿宋_GB2312" w:eastAsia="仿宋_GB2312" w:hAnsi="宋体" w:cs="仿宋_GB2312"/>
        </w:rPr>
        <w:t>5.</w:t>
      </w:r>
      <w:r w:rsidRPr="0080416B">
        <w:rPr>
          <w:rFonts w:ascii="仿宋_GB2312" w:eastAsia="仿宋_GB2312" w:hAnsi="宋体" w:cs="仿宋_GB2312" w:hint="eastAsia"/>
        </w:rPr>
        <w:t>中华优秀传统文化</w:t>
      </w:r>
      <w:r>
        <w:rPr>
          <w:rFonts w:ascii="仿宋_GB2312" w:eastAsia="仿宋_GB2312" w:hAnsi="宋体" w:cs="仿宋_GB2312" w:hint="eastAsia"/>
        </w:rPr>
        <w:t>教育的</w:t>
      </w:r>
      <w:r w:rsidRPr="0080416B">
        <w:rPr>
          <w:rFonts w:ascii="仿宋_GB2312" w:eastAsia="仿宋_GB2312" w:hAnsi="宋体" w:cs="仿宋_GB2312" w:hint="eastAsia"/>
        </w:rPr>
        <w:t>创新性</w:t>
      </w:r>
      <w:r>
        <w:rPr>
          <w:rFonts w:ascii="仿宋_GB2312" w:eastAsia="仿宋_GB2312" w:hAnsi="宋体" w:cs="仿宋_GB2312" w:hint="eastAsia"/>
        </w:rPr>
        <w:t>实践</w:t>
      </w:r>
      <w:r w:rsidRPr="0080416B">
        <w:rPr>
          <w:rFonts w:ascii="仿宋_GB2312" w:eastAsia="仿宋_GB2312" w:hAnsi="宋体" w:cs="仿宋_GB2312" w:hint="eastAsia"/>
        </w:rPr>
        <w:t>研究</w:t>
      </w:r>
    </w:p>
    <w:p w:rsidR="00E060C9" w:rsidRDefault="00E060C9" w:rsidP="004F6355">
      <w:pPr>
        <w:spacing w:line="560" w:lineRule="exact"/>
        <w:ind w:left="14" w:firstLineChars="200" w:firstLine="31680"/>
        <w:rPr>
          <w:color w:val="000000"/>
        </w:rPr>
      </w:pPr>
    </w:p>
    <w:p w:rsidR="00E060C9" w:rsidRDefault="00E060C9" w:rsidP="008712C6">
      <w:pPr>
        <w:spacing w:line="560" w:lineRule="exact"/>
        <w:ind w:left="14" w:firstLineChars="200" w:firstLine="31680"/>
        <w:rPr>
          <w:color w:val="000000"/>
        </w:rPr>
      </w:pPr>
    </w:p>
    <w:sectPr w:rsidR="00E060C9" w:rsidSect="003B6D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60C9" w:rsidRDefault="00E060C9" w:rsidP="0019517C">
      <w:pPr>
        <w:spacing w:line="240" w:lineRule="auto"/>
      </w:pPr>
      <w:r>
        <w:separator/>
      </w:r>
    </w:p>
  </w:endnote>
  <w:endnote w:type="continuationSeparator" w:id="1">
    <w:p w:rsidR="00E060C9" w:rsidRDefault="00E060C9" w:rsidP="0019517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altName w:val="微软雅黑"/>
    <w:panose1 w:val="00000600000000000000"/>
    <w:charset w:val="86"/>
    <w:family w:val="auto"/>
    <w:pitch w:val="variable"/>
    <w:sig w:usb0="800002BF" w:usb1="184F6CF8" w:usb2="00000012" w:usb3="00000000" w:csb0="00160001" w:csb1="00000000"/>
  </w:font>
  <w:font w:name="楷体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60C9" w:rsidRDefault="00E060C9" w:rsidP="0019517C">
      <w:pPr>
        <w:spacing w:line="240" w:lineRule="auto"/>
      </w:pPr>
      <w:r>
        <w:separator/>
      </w:r>
    </w:p>
  </w:footnote>
  <w:footnote w:type="continuationSeparator" w:id="1">
    <w:p w:rsidR="00E060C9" w:rsidRDefault="00E060C9" w:rsidP="0019517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05E8"/>
    <w:rsid w:val="0000085D"/>
    <w:rsid w:val="00000B52"/>
    <w:rsid w:val="000022AC"/>
    <w:rsid w:val="00003820"/>
    <w:rsid w:val="00003AEA"/>
    <w:rsid w:val="000041CB"/>
    <w:rsid w:val="00005E0C"/>
    <w:rsid w:val="00005F5D"/>
    <w:rsid w:val="00007A74"/>
    <w:rsid w:val="00007DA7"/>
    <w:rsid w:val="00010054"/>
    <w:rsid w:val="0001006F"/>
    <w:rsid w:val="0001053F"/>
    <w:rsid w:val="0001195C"/>
    <w:rsid w:val="00011ADB"/>
    <w:rsid w:val="00011C3A"/>
    <w:rsid w:val="000120B6"/>
    <w:rsid w:val="000124F5"/>
    <w:rsid w:val="000136F5"/>
    <w:rsid w:val="00013C0B"/>
    <w:rsid w:val="000141D3"/>
    <w:rsid w:val="00014232"/>
    <w:rsid w:val="000145BA"/>
    <w:rsid w:val="00014905"/>
    <w:rsid w:val="00014C8F"/>
    <w:rsid w:val="00015271"/>
    <w:rsid w:val="00015521"/>
    <w:rsid w:val="000158D7"/>
    <w:rsid w:val="0001638C"/>
    <w:rsid w:val="00017C91"/>
    <w:rsid w:val="0002111A"/>
    <w:rsid w:val="0002187F"/>
    <w:rsid w:val="000225EB"/>
    <w:rsid w:val="00022619"/>
    <w:rsid w:val="00024182"/>
    <w:rsid w:val="000249C7"/>
    <w:rsid w:val="00024C0B"/>
    <w:rsid w:val="000250C3"/>
    <w:rsid w:val="00025BAC"/>
    <w:rsid w:val="000260E0"/>
    <w:rsid w:val="0002635E"/>
    <w:rsid w:val="000264D7"/>
    <w:rsid w:val="000270D0"/>
    <w:rsid w:val="00033EEB"/>
    <w:rsid w:val="00035A12"/>
    <w:rsid w:val="00035DCF"/>
    <w:rsid w:val="00036D82"/>
    <w:rsid w:val="00036DD7"/>
    <w:rsid w:val="00037F68"/>
    <w:rsid w:val="0004022B"/>
    <w:rsid w:val="00040742"/>
    <w:rsid w:val="00040F0D"/>
    <w:rsid w:val="00041162"/>
    <w:rsid w:val="000447C4"/>
    <w:rsid w:val="000456CF"/>
    <w:rsid w:val="000458BA"/>
    <w:rsid w:val="0004593A"/>
    <w:rsid w:val="0004667D"/>
    <w:rsid w:val="0004784A"/>
    <w:rsid w:val="000479A5"/>
    <w:rsid w:val="000516FE"/>
    <w:rsid w:val="00051D74"/>
    <w:rsid w:val="0005222F"/>
    <w:rsid w:val="000524A1"/>
    <w:rsid w:val="00053583"/>
    <w:rsid w:val="00053685"/>
    <w:rsid w:val="000539A6"/>
    <w:rsid w:val="00054065"/>
    <w:rsid w:val="00054190"/>
    <w:rsid w:val="000549F2"/>
    <w:rsid w:val="00054A11"/>
    <w:rsid w:val="000551EA"/>
    <w:rsid w:val="0005546F"/>
    <w:rsid w:val="00055BE1"/>
    <w:rsid w:val="0005645D"/>
    <w:rsid w:val="00056861"/>
    <w:rsid w:val="00057A67"/>
    <w:rsid w:val="00057C04"/>
    <w:rsid w:val="00057F2F"/>
    <w:rsid w:val="00060313"/>
    <w:rsid w:val="00060449"/>
    <w:rsid w:val="0006351E"/>
    <w:rsid w:val="000639D7"/>
    <w:rsid w:val="00063B2B"/>
    <w:rsid w:val="00064593"/>
    <w:rsid w:val="00064A8B"/>
    <w:rsid w:val="00064AD6"/>
    <w:rsid w:val="00064D00"/>
    <w:rsid w:val="00064EBE"/>
    <w:rsid w:val="000652C5"/>
    <w:rsid w:val="00065740"/>
    <w:rsid w:val="00066682"/>
    <w:rsid w:val="00066BA1"/>
    <w:rsid w:val="00070E0D"/>
    <w:rsid w:val="000738A3"/>
    <w:rsid w:val="0007482B"/>
    <w:rsid w:val="000750FB"/>
    <w:rsid w:val="000754D7"/>
    <w:rsid w:val="00075B7C"/>
    <w:rsid w:val="00076384"/>
    <w:rsid w:val="0007665E"/>
    <w:rsid w:val="00076917"/>
    <w:rsid w:val="000802AD"/>
    <w:rsid w:val="000806DA"/>
    <w:rsid w:val="00080BE6"/>
    <w:rsid w:val="00081DED"/>
    <w:rsid w:val="00082C65"/>
    <w:rsid w:val="00083909"/>
    <w:rsid w:val="00083CAD"/>
    <w:rsid w:val="00084491"/>
    <w:rsid w:val="000874B1"/>
    <w:rsid w:val="00087AF1"/>
    <w:rsid w:val="000905C1"/>
    <w:rsid w:val="00091AA5"/>
    <w:rsid w:val="00092289"/>
    <w:rsid w:val="00092482"/>
    <w:rsid w:val="00093160"/>
    <w:rsid w:val="0009347A"/>
    <w:rsid w:val="0009426C"/>
    <w:rsid w:val="00095C8A"/>
    <w:rsid w:val="000966F5"/>
    <w:rsid w:val="00096A8A"/>
    <w:rsid w:val="000975F5"/>
    <w:rsid w:val="00097E8A"/>
    <w:rsid w:val="000A1294"/>
    <w:rsid w:val="000A1546"/>
    <w:rsid w:val="000A1AB2"/>
    <w:rsid w:val="000A34E2"/>
    <w:rsid w:val="000A36F2"/>
    <w:rsid w:val="000A3C02"/>
    <w:rsid w:val="000A61A0"/>
    <w:rsid w:val="000A6316"/>
    <w:rsid w:val="000A6D87"/>
    <w:rsid w:val="000A6F94"/>
    <w:rsid w:val="000A75B9"/>
    <w:rsid w:val="000A7615"/>
    <w:rsid w:val="000A7C6E"/>
    <w:rsid w:val="000B01FB"/>
    <w:rsid w:val="000B02A8"/>
    <w:rsid w:val="000B087D"/>
    <w:rsid w:val="000B166E"/>
    <w:rsid w:val="000B1751"/>
    <w:rsid w:val="000B1F3E"/>
    <w:rsid w:val="000B2067"/>
    <w:rsid w:val="000B2130"/>
    <w:rsid w:val="000B25E3"/>
    <w:rsid w:val="000B55C6"/>
    <w:rsid w:val="000B575F"/>
    <w:rsid w:val="000B60DB"/>
    <w:rsid w:val="000B7B0D"/>
    <w:rsid w:val="000C073F"/>
    <w:rsid w:val="000C0D5F"/>
    <w:rsid w:val="000C0ECA"/>
    <w:rsid w:val="000C1A6D"/>
    <w:rsid w:val="000C1C47"/>
    <w:rsid w:val="000C2B11"/>
    <w:rsid w:val="000C34D6"/>
    <w:rsid w:val="000C3826"/>
    <w:rsid w:val="000C41F7"/>
    <w:rsid w:val="000C4246"/>
    <w:rsid w:val="000C5BC2"/>
    <w:rsid w:val="000C5D8D"/>
    <w:rsid w:val="000C5FB9"/>
    <w:rsid w:val="000C6070"/>
    <w:rsid w:val="000C6DC2"/>
    <w:rsid w:val="000C7D43"/>
    <w:rsid w:val="000D189B"/>
    <w:rsid w:val="000D1CF9"/>
    <w:rsid w:val="000D28A5"/>
    <w:rsid w:val="000D2FD0"/>
    <w:rsid w:val="000D322B"/>
    <w:rsid w:val="000D3838"/>
    <w:rsid w:val="000D3FA9"/>
    <w:rsid w:val="000D452E"/>
    <w:rsid w:val="000D4A2D"/>
    <w:rsid w:val="000D4A5C"/>
    <w:rsid w:val="000D4E8C"/>
    <w:rsid w:val="000D591B"/>
    <w:rsid w:val="000D59C9"/>
    <w:rsid w:val="000D6D25"/>
    <w:rsid w:val="000D6ECC"/>
    <w:rsid w:val="000D7E27"/>
    <w:rsid w:val="000E0FA9"/>
    <w:rsid w:val="000E1318"/>
    <w:rsid w:val="000E1746"/>
    <w:rsid w:val="000E18E7"/>
    <w:rsid w:val="000E19A4"/>
    <w:rsid w:val="000E1A4C"/>
    <w:rsid w:val="000E2BE1"/>
    <w:rsid w:val="000E305E"/>
    <w:rsid w:val="000E3140"/>
    <w:rsid w:val="000E40CE"/>
    <w:rsid w:val="000E4C31"/>
    <w:rsid w:val="000E5134"/>
    <w:rsid w:val="000E6B4F"/>
    <w:rsid w:val="000E6FAE"/>
    <w:rsid w:val="000F07CB"/>
    <w:rsid w:val="000F0D18"/>
    <w:rsid w:val="000F1211"/>
    <w:rsid w:val="000F1CE0"/>
    <w:rsid w:val="000F21F7"/>
    <w:rsid w:val="000F32CA"/>
    <w:rsid w:val="000F4DCD"/>
    <w:rsid w:val="000F5074"/>
    <w:rsid w:val="000F51BF"/>
    <w:rsid w:val="000F6204"/>
    <w:rsid w:val="000F68FE"/>
    <w:rsid w:val="000F7124"/>
    <w:rsid w:val="00100764"/>
    <w:rsid w:val="001014B4"/>
    <w:rsid w:val="001021E6"/>
    <w:rsid w:val="00102268"/>
    <w:rsid w:val="001022E7"/>
    <w:rsid w:val="00102C08"/>
    <w:rsid w:val="001045F5"/>
    <w:rsid w:val="00104849"/>
    <w:rsid w:val="00105E96"/>
    <w:rsid w:val="001060EA"/>
    <w:rsid w:val="001063CA"/>
    <w:rsid w:val="00107BC0"/>
    <w:rsid w:val="00107EE6"/>
    <w:rsid w:val="00112E08"/>
    <w:rsid w:val="00113A2A"/>
    <w:rsid w:val="00113BE9"/>
    <w:rsid w:val="00114D76"/>
    <w:rsid w:val="0011605D"/>
    <w:rsid w:val="00116705"/>
    <w:rsid w:val="00116B7A"/>
    <w:rsid w:val="00116ECA"/>
    <w:rsid w:val="00116F2D"/>
    <w:rsid w:val="00117728"/>
    <w:rsid w:val="0012052D"/>
    <w:rsid w:val="00120658"/>
    <w:rsid w:val="0012188C"/>
    <w:rsid w:val="0012214B"/>
    <w:rsid w:val="001227EB"/>
    <w:rsid w:val="00122C08"/>
    <w:rsid w:val="00123BBB"/>
    <w:rsid w:val="00124CAD"/>
    <w:rsid w:val="001269EE"/>
    <w:rsid w:val="00126F75"/>
    <w:rsid w:val="001279DC"/>
    <w:rsid w:val="00130C8F"/>
    <w:rsid w:val="00130E45"/>
    <w:rsid w:val="0013261B"/>
    <w:rsid w:val="001327AB"/>
    <w:rsid w:val="00132BF2"/>
    <w:rsid w:val="00132CC9"/>
    <w:rsid w:val="00133F96"/>
    <w:rsid w:val="001340E8"/>
    <w:rsid w:val="00134D48"/>
    <w:rsid w:val="001354F1"/>
    <w:rsid w:val="0013593A"/>
    <w:rsid w:val="00136FAB"/>
    <w:rsid w:val="00137FF6"/>
    <w:rsid w:val="0014003A"/>
    <w:rsid w:val="00140642"/>
    <w:rsid w:val="00140BE8"/>
    <w:rsid w:val="001420E9"/>
    <w:rsid w:val="00142584"/>
    <w:rsid w:val="00143660"/>
    <w:rsid w:val="00143975"/>
    <w:rsid w:val="001448EE"/>
    <w:rsid w:val="001459C4"/>
    <w:rsid w:val="00154D38"/>
    <w:rsid w:val="00156522"/>
    <w:rsid w:val="00156A0F"/>
    <w:rsid w:val="0016000F"/>
    <w:rsid w:val="00160EA0"/>
    <w:rsid w:val="00161A36"/>
    <w:rsid w:val="00162710"/>
    <w:rsid w:val="00162A84"/>
    <w:rsid w:val="00163FCF"/>
    <w:rsid w:val="00164576"/>
    <w:rsid w:val="00164854"/>
    <w:rsid w:val="00164C54"/>
    <w:rsid w:val="001651B5"/>
    <w:rsid w:val="00165368"/>
    <w:rsid w:val="00165B6F"/>
    <w:rsid w:val="00166217"/>
    <w:rsid w:val="001664E5"/>
    <w:rsid w:val="00166B97"/>
    <w:rsid w:val="00166D19"/>
    <w:rsid w:val="00166D91"/>
    <w:rsid w:val="00167256"/>
    <w:rsid w:val="00167939"/>
    <w:rsid w:val="001703A9"/>
    <w:rsid w:val="00170524"/>
    <w:rsid w:val="00171246"/>
    <w:rsid w:val="00171AEE"/>
    <w:rsid w:val="00172EC9"/>
    <w:rsid w:val="00172FA4"/>
    <w:rsid w:val="0017382C"/>
    <w:rsid w:val="00173C46"/>
    <w:rsid w:val="00173D3A"/>
    <w:rsid w:val="00173ED3"/>
    <w:rsid w:val="00173F4F"/>
    <w:rsid w:val="001742F5"/>
    <w:rsid w:val="001743D3"/>
    <w:rsid w:val="001745EC"/>
    <w:rsid w:val="00175502"/>
    <w:rsid w:val="00175B4C"/>
    <w:rsid w:val="0017670A"/>
    <w:rsid w:val="00177A73"/>
    <w:rsid w:val="00177BCD"/>
    <w:rsid w:val="0018082F"/>
    <w:rsid w:val="001809E7"/>
    <w:rsid w:val="00181205"/>
    <w:rsid w:val="001816B7"/>
    <w:rsid w:val="00181C05"/>
    <w:rsid w:val="00182679"/>
    <w:rsid w:val="00182684"/>
    <w:rsid w:val="00182FDB"/>
    <w:rsid w:val="001830C4"/>
    <w:rsid w:val="001838FC"/>
    <w:rsid w:val="00183ADC"/>
    <w:rsid w:val="00184192"/>
    <w:rsid w:val="001848A4"/>
    <w:rsid w:val="00185666"/>
    <w:rsid w:val="00186522"/>
    <w:rsid w:val="00187EBF"/>
    <w:rsid w:val="00190CB3"/>
    <w:rsid w:val="00193163"/>
    <w:rsid w:val="00193DF4"/>
    <w:rsid w:val="0019441F"/>
    <w:rsid w:val="0019469F"/>
    <w:rsid w:val="001946A1"/>
    <w:rsid w:val="00194C8A"/>
    <w:rsid w:val="0019517C"/>
    <w:rsid w:val="0019553D"/>
    <w:rsid w:val="00196662"/>
    <w:rsid w:val="00196B3F"/>
    <w:rsid w:val="00197607"/>
    <w:rsid w:val="00197B3A"/>
    <w:rsid w:val="001A243D"/>
    <w:rsid w:val="001A30B9"/>
    <w:rsid w:val="001A3864"/>
    <w:rsid w:val="001A3EE2"/>
    <w:rsid w:val="001A4157"/>
    <w:rsid w:val="001A47BD"/>
    <w:rsid w:val="001A4DAE"/>
    <w:rsid w:val="001A6A74"/>
    <w:rsid w:val="001A6BEC"/>
    <w:rsid w:val="001A70A5"/>
    <w:rsid w:val="001A752F"/>
    <w:rsid w:val="001B02B5"/>
    <w:rsid w:val="001B0A6A"/>
    <w:rsid w:val="001B126E"/>
    <w:rsid w:val="001B1CEB"/>
    <w:rsid w:val="001B2ABC"/>
    <w:rsid w:val="001B2D3F"/>
    <w:rsid w:val="001B3876"/>
    <w:rsid w:val="001B3C86"/>
    <w:rsid w:val="001B566B"/>
    <w:rsid w:val="001B5B6B"/>
    <w:rsid w:val="001B5E50"/>
    <w:rsid w:val="001B62F3"/>
    <w:rsid w:val="001B663E"/>
    <w:rsid w:val="001B677F"/>
    <w:rsid w:val="001B797A"/>
    <w:rsid w:val="001C0967"/>
    <w:rsid w:val="001C1302"/>
    <w:rsid w:val="001C2ED8"/>
    <w:rsid w:val="001C3C8B"/>
    <w:rsid w:val="001C3E6A"/>
    <w:rsid w:val="001C460F"/>
    <w:rsid w:val="001C4AFE"/>
    <w:rsid w:val="001C4EAE"/>
    <w:rsid w:val="001C5A37"/>
    <w:rsid w:val="001C5D25"/>
    <w:rsid w:val="001C6456"/>
    <w:rsid w:val="001C7907"/>
    <w:rsid w:val="001D06CC"/>
    <w:rsid w:val="001D1044"/>
    <w:rsid w:val="001D13C9"/>
    <w:rsid w:val="001D1B0E"/>
    <w:rsid w:val="001D46DB"/>
    <w:rsid w:val="001D4B61"/>
    <w:rsid w:val="001D5705"/>
    <w:rsid w:val="001D5D4D"/>
    <w:rsid w:val="001D6DF1"/>
    <w:rsid w:val="001D6E43"/>
    <w:rsid w:val="001D703D"/>
    <w:rsid w:val="001D705C"/>
    <w:rsid w:val="001D79F9"/>
    <w:rsid w:val="001D7B86"/>
    <w:rsid w:val="001E0396"/>
    <w:rsid w:val="001E03F1"/>
    <w:rsid w:val="001E06B5"/>
    <w:rsid w:val="001E0B22"/>
    <w:rsid w:val="001E2B1D"/>
    <w:rsid w:val="001E325E"/>
    <w:rsid w:val="001E3523"/>
    <w:rsid w:val="001E602E"/>
    <w:rsid w:val="001E6041"/>
    <w:rsid w:val="001E7551"/>
    <w:rsid w:val="001E7659"/>
    <w:rsid w:val="001F00DF"/>
    <w:rsid w:val="001F2C3F"/>
    <w:rsid w:val="001F43FE"/>
    <w:rsid w:val="001F5823"/>
    <w:rsid w:val="001F5891"/>
    <w:rsid w:val="001F5E78"/>
    <w:rsid w:val="001F6823"/>
    <w:rsid w:val="001F6E84"/>
    <w:rsid w:val="001F73D6"/>
    <w:rsid w:val="001F75AD"/>
    <w:rsid w:val="001F7B2C"/>
    <w:rsid w:val="002034A1"/>
    <w:rsid w:val="00204C85"/>
    <w:rsid w:val="002054E0"/>
    <w:rsid w:val="00205FE0"/>
    <w:rsid w:val="0020661F"/>
    <w:rsid w:val="002069B4"/>
    <w:rsid w:val="00207AA7"/>
    <w:rsid w:val="00211D8A"/>
    <w:rsid w:val="00212261"/>
    <w:rsid w:val="00212704"/>
    <w:rsid w:val="002135CC"/>
    <w:rsid w:val="00213756"/>
    <w:rsid w:val="00213BF8"/>
    <w:rsid w:val="00213E52"/>
    <w:rsid w:val="002141E7"/>
    <w:rsid w:val="0021434A"/>
    <w:rsid w:val="00214461"/>
    <w:rsid w:val="00214931"/>
    <w:rsid w:val="00215A8B"/>
    <w:rsid w:val="00217E9D"/>
    <w:rsid w:val="0022037B"/>
    <w:rsid w:val="00220D7E"/>
    <w:rsid w:val="00223490"/>
    <w:rsid w:val="00223933"/>
    <w:rsid w:val="00224AA2"/>
    <w:rsid w:val="00225C57"/>
    <w:rsid w:val="00226850"/>
    <w:rsid w:val="00226B9A"/>
    <w:rsid w:val="002274DF"/>
    <w:rsid w:val="00227B6B"/>
    <w:rsid w:val="0023133F"/>
    <w:rsid w:val="00232A90"/>
    <w:rsid w:val="002335D6"/>
    <w:rsid w:val="00233A46"/>
    <w:rsid w:val="00234191"/>
    <w:rsid w:val="002355C3"/>
    <w:rsid w:val="0023688E"/>
    <w:rsid w:val="0023689E"/>
    <w:rsid w:val="00240BC7"/>
    <w:rsid w:val="00242094"/>
    <w:rsid w:val="0024398D"/>
    <w:rsid w:val="00243995"/>
    <w:rsid w:val="00243BA7"/>
    <w:rsid w:val="002440BC"/>
    <w:rsid w:val="00246345"/>
    <w:rsid w:val="00247A7C"/>
    <w:rsid w:val="00247BC3"/>
    <w:rsid w:val="002503EB"/>
    <w:rsid w:val="00250C00"/>
    <w:rsid w:val="00251EE3"/>
    <w:rsid w:val="00253614"/>
    <w:rsid w:val="00253D39"/>
    <w:rsid w:val="002542B1"/>
    <w:rsid w:val="00254ED0"/>
    <w:rsid w:val="002575A0"/>
    <w:rsid w:val="00257F04"/>
    <w:rsid w:val="00257F89"/>
    <w:rsid w:val="00260239"/>
    <w:rsid w:val="0026066A"/>
    <w:rsid w:val="0026067D"/>
    <w:rsid w:val="00260A1B"/>
    <w:rsid w:val="00260F47"/>
    <w:rsid w:val="00262ECD"/>
    <w:rsid w:val="00263420"/>
    <w:rsid w:val="00263629"/>
    <w:rsid w:val="00263930"/>
    <w:rsid w:val="00264519"/>
    <w:rsid w:val="00264D7D"/>
    <w:rsid w:val="00264FB7"/>
    <w:rsid w:val="00265FA4"/>
    <w:rsid w:val="00266423"/>
    <w:rsid w:val="0026719F"/>
    <w:rsid w:val="00267D9B"/>
    <w:rsid w:val="00270BD0"/>
    <w:rsid w:val="00270EAF"/>
    <w:rsid w:val="002729A3"/>
    <w:rsid w:val="00272BC6"/>
    <w:rsid w:val="00273674"/>
    <w:rsid w:val="00273951"/>
    <w:rsid w:val="002744AE"/>
    <w:rsid w:val="00276496"/>
    <w:rsid w:val="00280216"/>
    <w:rsid w:val="0028030D"/>
    <w:rsid w:val="00280614"/>
    <w:rsid w:val="00280AF3"/>
    <w:rsid w:val="002811B1"/>
    <w:rsid w:val="002814EE"/>
    <w:rsid w:val="002820D0"/>
    <w:rsid w:val="00284627"/>
    <w:rsid w:val="00284678"/>
    <w:rsid w:val="00285AD3"/>
    <w:rsid w:val="002863F8"/>
    <w:rsid w:val="00286EDF"/>
    <w:rsid w:val="0028743E"/>
    <w:rsid w:val="00293B40"/>
    <w:rsid w:val="0029432F"/>
    <w:rsid w:val="00294493"/>
    <w:rsid w:val="00294CC3"/>
    <w:rsid w:val="00294D21"/>
    <w:rsid w:val="002955FE"/>
    <w:rsid w:val="00296DB4"/>
    <w:rsid w:val="002A09D1"/>
    <w:rsid w:val="002A2215"/>
    <w:rsid w:val="002A258F"/>
    <w:rsid w:val="002A27F9"/>
    <w:rsid w:val="002A2C75"/>
    <w:rsid w:val="002A4984"/>
    <w:rsid w:val="002A5293"/>
    <w:rsid w:val="002A53D5"/>
    <w:rsid w:val="002A77BA"/>
    <w:rsid w:val="002A7EE6"/>
    <w:rsid w:val="002B129D"/>
    <w:rsid w:val="002B13F4"/>
    <w:rsid w:val="002B2108"/>
    <w:rsid w:val="002B21A4"/>
    <w:rsid w:val="002B314E"/>
    <w:rsid w:val="002B474A"/>
    <w:rsid w:val="002B4CBB"/>
    <w:rsid w:val="002B4D0D"/>
    <w:rsid w:val="002B7821"/>
    <w:rsid w:val="002B79CA"/>
    <w:rsid w:val="002B7F09"/>
    <w:rsid w:val="002B7FFE"/>
    <w:rsid w:val="002C04A2"/>
    <w:rsid w:val="002C07BF"/>
    <w:rsid w:val="002C0BDB"/>
    <w:rsid w:val="002C1391"/>
    <w:rsid w:val="002C19F1"/>
    <w:rsid w:val="002C3D4A"/>
    <w:rsid w:val="002C4398"/>
    <w:rsid w:val="002C5011"/>
    <w:rsid w:val="002C51F7"/>
    <w:rsid w:val="002C54FA"/>
    <w:rsid w:val="002C5F7A"/>
    <w:rsid w:val="002C644C"/>
    <w:rsid w:val="002C71DE"/>
    <w:rsid w:val="002C76F0"/>
    <w:rsid w:val="002D085F"/>
    <w:rsid w:val="002D0E87"/>
    <w:rsid w:val="002D19A8"/>
    <w:rsid w:val="002D1BF8"/>
    <w:rsid w:val="002D29FF"/>
    <w:rsid w:val="002D32F9"/>
    <w:rsid w:val="002D3363"/>
    <w:rsid w:val="002D363D"/>
    <w:rsid w:val="002D46EC"/>
    <w:rsid w:val="002D49B4"/>
    <w:rsid w:val="002D4DC6"/>
    <w:rsid w:val="002D4E0A"/>
    <w:rsid w:val="002D5F33"/>
    <w:rsid w:val="002D72E8"/>
    <w:rsid w:val="002E1551"/>
    <w:rsid w:val="002E19C1"/>
    <w:rsid w:val="002E1A7D"/>
    <w:rsid w:val="002E2D5E"/>
    <w:rsid w:val="002E3138"/>
    <w:rsid w:val="002E326B"/>
    <w:rsid w:val="002E4C6A"/>
    <w:rsid w:val="002E5529"/>
    <w:rsid w:val="002E5B88"/>
    <w:rsid w:val="002E77E4"/>
    <w:rsid w:val="002E7F5E"/>
    <w:rsid w:val="002F0635"/>
    <w:rsid w:val="002F0827"/>
    <w:rsid w:val="002F1571"/>
    <w:rsid w:val="002F2F98"/>
    <w:rsid w:val="002F4A1F"/>
    <w:rsid w:val="002F50A9"/>
    <w:rsid w:val="002F50AA"/>
    <w:rsid w:val="002F57F1"/>
    <w:rsid w:val="002F69B1"/>
    <w:rsid w:val="002F7509"/>
    <w:rsid w:val="002F76E4"/>
    <w:rsid w:val="003004F6"/>
    <w:rsid w:val="00301BDE"/>
    <w:rsid w:val="00301E76"/>
    <w:rsid w:val="00301EAF"/>
    <w:rsid w:val="003023E9"/>
    <w:rsid w:val="003025DB"/>
    <w:rsid w:val="003037A6"/>
    <w:rsid w:val="00304ADA"/>
    <w:rsid w:val="003069ED"/>
    <w:rsid w:val="00306DB0"/>
    <w:rsid w:val="003075A0"/>
    <w:rsid w:val="003119CF"/>
    <w:rsid w:val="00312825"/>
    <w:rsid w:val="003147D5"/>
    <w:rsid w:val="003153F4"/>
    <w:rsid w:val="00315B81"/>
    <w:rsid w:val="00316F65"/>
    <w:rsid w:val="0031722D"/>
    <w:rsid w:val="00317362"/>
    <w:rsid w:val="00321B4B"/>
    <w:rsid w:val="003237C3"/>
    <w:rsid w:val="00323D05"/>
    <w:rsid w:val="003244AA"/>
    <w:rsid w:val="00324BBF"/>
    <w:rsid w:val="00324F45"/>
    <w:rsid w:val="00326080"/>
    <w:rsid w:val="003276C6"/>
    <w:rsid w:val="00327CE1"/>
    <w:rsid w:val="00330550"/>
    <w:rsid w:val="00332046"/>
    <w:rsid w:val="00333175"/>
    <w:rsid w:val="0033380C"/>
    <w:rsid w:val="00333938"/>
    <w:rsid w:val="00333D06"/>
    <w:rsid w:val="003349BF"/>
    <w:rsid w:val="003359F8"/>
    <w:rsid w:val="00335EEE"/>
    <w:rsid w:val="00337021"/>
    <w:rsid w:val="003406AE"/>
    <w:rsid w:val="00340ECB"/>
    <w:rsid w:val="0034200A"/>
    <w:rsid w:val="003428C6"/>
    <w:rsid w:val="003435B9"/>
    <w:rsid w:val="00343C7F"/>
    <w:rsid w:val="00346E55"/>
    <w:rsid w:val="00347066"/>
    <w:rsid w:val="00347AD0"/>
    <w:rsid w:val="00347BC4"/>
    <w:rsid w:val="00347EF0"/>
    <w:rsid w:val="003506FD"/>
    <w:rsid w:val="0035217A"/>
    <w:rsid w:val="00352187"/>
    <w:rsid w:val="00354685"/>
    <w:rsid w:val="00354C05"/>
    <w:rsid w:val="003559FF"/>
    <w:rsid w:val="00355B05"/>
    <w:rsid w:val="00355FCC"/>
    <w:rsid w:val="00356BEE"/>
    <w:rsid w:val="00357ADB"/>
    <w:rsid w:val="0036123F"/>
    <w:rsid w:val="003615D3"/>
    <w:rsid w:val="003618AE"/>
    <w:rsid w:val="00361923"/>
    <w:rsid w:val="00361C44"/>
    <w:rsid w:val="00361C71"/>
    <w:rsid w:val="0036285E"/>
    <w:rsid w:val="003630CD"/>
    <w:rsid w:val="00363119"/>
    <w:rsid w:val="00363302"/>
    <w:rsid w:val="00363930"/>
    <w:rsid w:val="00363AEC"/>
    <w:rsid w:val="00363BFD"/>
    <w:rsid w:val="00364405"/>
    <w:rsid w:val="00364C85"/>
    <w:rsid w:val="00366250"/>
    <w:rsid w:val="00366880"/>
    <w:rsid w:val="00370CD6"/>
    <w:rsid w:val="003716AF"/>
    <w:rsid w:val="00373191"/>
    <w:rsid w:val="00373651"/>
    <w:rsid w:val="00373A9F"/>
    <w:rsid w:val="00374DED"/>
    <w:rsid w:val="003750D0"/>
    <w:rsid w:val="00376100"/>
    <w:rsid w:val="00376D5A"/>
    <w:rsid w:val="00380CB6"/>
    <w:rsid w:val="00380CE9"/>
    <w:rsid w:val="00381841"/>
    <w:rsid w:val="00382775"/>
    <w:rsid w:val="00382B0F"/>
    <w:rsid w:val="00382D06"/>
    <w:rsid w:val="003834F5"/>
    <w:rsid w:val="00384237"/>
    <w:rsid w:val="00384469"/>
    <w:rsid w:val="00385104"/>
    <w:rsid w:val="00385322"/>
    <w:rsid w:val="00385B3A"/>
    <w:rsid w:val="00386B34"/>
    <w:rsid w:val="00387932"/>
    <w:rsid w:val="003907CC"/>
    <w:rsid w:val="003908C6"/>
    <w:rsid w:val="00390954"/>
    <w:rsid w:val="00391CE7"/>
    <w:rsid w:val="003930AA"/>
    <w:rsid w:val="0039385C"/>
    <w:rsid w:val="003941D0"/>
    <w:rsid w:val="00394DA1"/>
    <w:rsid w:val="003955ED"/>
    <w:rsid w:val="00395A4F"/>
    <w:rsid w:val="003A0094"/>
    <w:rsid w:val="003A094E"/>
    <w:rsid w:val="003A0C24"/>
    <w:rsid w:val="003A1F01"/>
    <w:rsid w:val="003A2906"/>
    <w:rsid w:val="003A3440"/>
    <w:rsid w:val="003A3AF9"/>
    <w:rsid w:val="003A3EF0"/>
    <w:rsid w:val="003A42EA"/>
    <w:rsid w:val="003A5729"/>
    <w:rsid w:val="003A5754"/>
    <w:rsid w:val="003A6241"/>
    <w:rsid w:val="003A6B24"/>
    <w:rsid w:val="003A731B"/>
    <w:rsid w:val="003A7F99"/>
    <w:rsid w:val="003B0E65"/>
    <w:rsid w:val="003B17A8"/>
    <w:rsid w:val="003B1BB0"/>
    <w:rsid w:val="003B2027"/>
    <w:rsid w:val="003B22C4"/>
    <w:rsid w:val="003B2A7F"/>
    <w:rsid w:val="003B3132"/>
    <w:rsid w:val="003B3E3C"/>
    <w:rsid w:val="003B5CCA"/>
    <w:rsid w:val="003B67D4"/>
    <w:rsid w:val="003B6971"/>
    <w:rsid w:val="003B6DBA"/>
    <w:rsid w:val="003B6E03"/>
    <w:rsid w:val="003B6F1E"/>
    <w:rsid w:val="003B713C"/>
    <w:rsid w:val="003C01A8"/>
    <w:rsid w:val="003C0655"/>
    <w:rsid w:val="003C0874"/>
    <w:rsid w:val="003C0919"/>
    <w:rsid w:val="003C0FC6"/>
    <w:rsid w:val="003C1036"/>
    <w:rsid w:val="003C1735"/>
    <w:rsid w:val="003C2A5F"/>
    <w:rsid w:val="003C361E"/>
    <w:rsid w:val="003C4A7A"/>
    <w:rsid w:val="003C4BE7"/>
    <w:rsid w:val="003C52EC"/>
    <w:rsid w:val="003C5F9C"/>
    <w:rsid w:val="003C60EF"/>
    <w:rsid w:val="003C6131"/>
    <w:rsid w:val="003C62A3"/>
    <w:rsid w:val="003C6509"/>
    <w:rsid w:val="003C652F"/>
    <w:rsid w:val="003C726C"/>
    <w:rsid w:val="003C7ADB"/>
    <w:rsid w:val="003C7C96"/>
    <w:rsid w:val="003D1732"/>
    <w:rsid w:val="003D2F26"/>
    <w:rsid w:val="003D31D5"/>
    <w:rsid w:val="003D4026"/>
    <w:rsid w:val="003D4E65"/>
    <w:rsid w:val="003D5B5B"/>
    <w:rsid w:val="003D6764"/>
    <w:rsid w:val="003D6F96"/>
    <w:rsid w:val="003E090A"/>
    <w:rsid w:val="003E0DE4"/>
    <w:rsid w:val="003E0EE7"/>
    <w:rsid w:val="003E12BD"/>
    <w:rsid w:val="003E14C2"/>
    <w:rsid w:val="003E2E10"/>
    <w:rsid w:val="003E354B"/>
    <w:rsid w:val="003E4812"/>
    <w:rsid w:val="003E4868"/>
    <w:rsid w:val="003E67AB"/>
    <w:rsid w:val="003E6FA2"/>
    <w:rsid w:val="003E7C94"/>
    <w:rsid w:val="003F06A5"/>
    <w:rsid w:val="003F1D65"/>
    <w:rsid w:val="003F1DF5"/>
    <w:rsid w:val="003F23B8"/>
    <w:rsid w:val="003F2B5C"/>
    <w:rsid w:val="003F3B7B"/>
    <w:rsid w:val="003F4C02"/>
    <w:rsid w:val="003F5007"/>
    <w:rsid w:val="003F5BFA"/>
    <w:rsid w:val="003F6516"/>
    <w:rsid w:val="003F7ACA"/>
    <w:rsid w:val="00401081"/>
    <w:rsid w:val="00402304"/>
    <w:rsid w:val="004027DB"/>
    <w:rsid w:val="00403159"/>
    <w:rsid w:val="00403FB9"/>
    <w:rsid w:val="00404545"/>
    <w:rsid w:val="00404FE1"/>
    <w:rsid w:val="004054A9"/>
    <w:rsid w:val="004056D2"/>
    <w:rsid w:val="00406574"/>
    <w:rsid w:val="004103BA"/>
    <w:rsid w:val="004104CD"/>
    <w:rsid w:val="00410543"/>
    <w:rsid w:val="00410E0B"/>
    <w:rsid w:val="00411476"/>
    <w:rsid w:val="004118D2"/>
    <w:rsid w:val="00411B14"/>
    <w:rsid w:val="00412647"/>
    <w:rsid w:val="00412A88"/>
    <w:rsid w:val="00412DA4"/>
    <w:rsid w:val="00412F06"/>
    <w:rsid w:val="00414C93"/>
    <w:rsid w:val="00415507"/>
    <w:rsid w:val="004161C5"/>
    <w:rsid w:val="00416A32"/>
    <w:rsid w:val="004205CF"/>
    <w:rsid w:val="0042176C"/>
    <w:rsid w:val="0042212A"/>
    <w:rsid w:val="00422FE7"/>
    <w:rsid w:val="00423E8D"/>
    <w:rsid w:val="00423FA4"/>
    <w:rsid w:val="00424769"/>
    <w:rsid w:val="004251E1"/>
    <w:rsid w:val="004257D5"/>
    <w:rsid w:val="00425A99"/>
    <w:rsid w:val="004267BC"/>
    <w:rsid w:val="00427209"/>
    <w:rsid w:val="0042782E"/>
    <w:rsid w:val="00427B6E"/>
    <w:rsid w:val="00430010"/>
    <w:rsid w:val="00430652"/>
    <w:rsid w:val="004307DC"/>
    <w:rsid w:val="00430BF1"/>
    <w:rsid w:val="00430E04"/>
    <w:rsid w:val="00431535"/>
    <w:rsid w:val="0043164E"/>
    <w:rsid w:val="004320FF"/>
    <w:rsid w:val="0043212D"/>
    <w:rsid w:val="00432C8F"/>
    <w:rsid w:val="00432EB6"/>
    <w:rsid w:val="00433C64"/>
    <w:rsid w:val="0043405F"/>
    <w:rsid w:val="0043419D"/>
    <w:rsid w:val="00434C13"/>
    <w:rsid w:val="00436A1A"/>
    <w:rsid w:val="00436CD5"/>
    <w:rsid w:val="00437859"/>
    <w:rsid w:val="00440057"/>
    <w:rsid w:val="004408DF"/>
    <w:rsid w:val="00440BB5"/>
    <w:rsid w:val="00442474"/>
    <w:rsid w:val="00442D8C"/>
    <w:rsid w:val="00443A42"/>
    <w:rsid w:val="00443B27"/>
    <w:rsid w:val="00444885"/>
    <w:rsid w:val="004450CD"/>
    <w:rsid w:val="004454E6"/>
    <w:rsid w:val="004475E6"/>
    <w:rsid w:val="00450500"/>
    <w:rsid w:val="00452A5C"/>
    <w:rsid w:val="004546B7"/>
    <w:rsid w:val="0045506F"/>
    <w:rsid w:val="004565CC"/>
    <w:rsid w:val="004609DB"/>
    <w:rsid w:val="00462303"/>
    <w:rsid w:val="00462498"/>
    <w:rsid w:val="0046256B"/>
    <w:rsid w:val="00462978"/>
    <w:rsid w:val="004639B7"/>
    <w:rsid w:val="0046585F"/>
    <w:rsid w:val="0046595B"/>
    <w:rsid w:val="004674CB"/>
    <w:rsid w:val="0046794C"/>
    <w:rsid w:val="00467A3F"/>
    <w:rsid w:val="00467D71"/>
    <w:rsid w:val="00470061"/>
    <w:rsid w:val="00470465"/>
    <w:rsid w:val="00470F52"/>
    <w:rsid w:val="00471EC0"/>
    <w:rsid w:val="00471F38"/>
    <w:rsid w:val="00472687"/>
    <w:rsid w:val="00472DC3"/>
    <w:rsid w:val="00473425"/>
    <w:rsid w:val="004756C4"/>
    <w:rsid w:val="00475E99"/>
    <w:rsid w:val="0047647D"/>
    <w:rsid w:val="004766C2"/>
    <w:rsid w:val="0047689F"/>
    <w:rsid w:val="00480206"/>
    <w:rsid w:val="00480890"/>
    <w:rsid w:val="004815D0"/>
    <w:rsid w:val="00481B5F"/>
    <w:rsid w:val="00481DBA"/>
    <w:rsid w:val="004821F0"/>
    <w:rsid w:val="00482682"/>
    <w:rsid w:val="00483BD3"/>
    <w:rsid w:val="00484CD8"/>
    <w:rsid w:val="00484E59"/>
    <w:rsid w:val="0048502C"/>
    <w:rsid w:val="00485B4D"/>
    <w:rsid w:val="0048614B"/>
    <w:rsid w:val="004878C4"/>
    <w:rsid w:val="004907B4"/>
    <w:rsid w:val="00491B92"/>
    <w:rsid w:val="004927AF"/>
    <w:rsid w:val="00492A83"/>
    <w:rsid w:val="00492BFE"/>
    <w:rsid w:val="0049362E"/>
    <w:rsid w:val="00493B9C"/>
    <w:rsid w:val="004963EE"/>
    <w:rsid w:val="00496BF4"/>
    <w:rsid w:val="004976D7"/>
    <w:rsid w:val="004976F4"/>
    <w:rsid w:val="004978F6"/>
    <w:rsid w:val="004A00C0"/>
    <w:rsid w:val="004A049D"/>
    <w:rsid w:val="004A0B00"/>
    <w:rsid w:val="004A142A"/>
    <w:rsid w:val="004A1954"/>
    <w:rsid w:val="004A278A"/>
    <w:rsid w:val="004A2D26"/>
    <w:rsid w:val="004A30C2"/>
    <w:rsid w:val="004A314D"/>
    <w:rsid w:val="004A3D4D"/>
    <w:rsid w:val="004A40DD"/>
    <w:rsid w:val="004A4C1C"/>
    <w:rsid w:val="004A4C99"/>
    <w:rsid w:val="004A69DD"/>
    <w:rsid w:val="004A6AE5"/>
    <w:rsid w:val="004A6FEC"/>
    <w:rsid w:val="004A764D"/>
    <w:rsid w:val="004A794A"/>
    <w:rsid w:val="004A7E78"/>
    <w:rsid w:val="004B0E89"/>
    <w:rsid w:val="004B1A78"/>
    <w:rsid w:val="004B2160"/>
    <w:rsid w:val="004B2442"/>
    <w:rsid w:val="004B2E1E"/>
    <w:rsid w:val="004B361C"/>
    <w:rsid w:val="004B3AC7"/>
    <w:rsid w:val="004B4321"/>
    <w:rsid w:val="004B4DF5"/>
    <w:rsid w:val="004B4F92"/>
    <w:rsid w:val="004B59B6"/>
    <w:rsid w:val="004B5E95"/>
    <w:rsid w:val="004B78E0"/>
    <w:rsid w:val="004C0455"/>
    <w:rsid w:val="004C0833"/>
    <w:rsid w:val="004C0ED8"/>
    <w:rsid w:val="004C1400"/>
    <w:rsid w:val="004C16F3"/>
    <w:rsid w:val="004C18C1"/>
    <w:rsid w:val="004C1CB8"/>
    <w:rsid w:val="004C2746"/>
    <w:rsid w:val="004C3552"/>
    <w:rsid w:val="004C46B1"/>
    <w:rsid w:val="004C48C9"/>
    <w:rsid w:val="004C49AF"/>
    <w:rsid w:val="004C4D20"/>
    <w:rsid w:val="004C57F5"/>
    <w:rsid w:val="004C7C15"/>
    <w:rsid w:val="004C7D40"/>
    <w:rsid w:val="004D123F"/>
    <w:rsid w:val="004D21D3"/>
    <w:rsid w:val="004D252C"/>
    <w:rsid w:val="004D34AA"/>
    <w:rsid w:val="004D4544"/>
    <w:rsid w:val="004D4B08"/>
    <w:rsid w:val="004D4F62"/>
    <w:rsid w:val="004D5494"/>
    <w:rsid w:val="004D550B"/>
    <w:rsid w:val="004D6983"/>
    <w:rsid w:val="004D6BA5"/>
    <w:rsid w:val="004D70A4"/>
    <w:rsid w:val="004E07E8"/>
    <w:rsid w:val="004E0879"/>
    <w:rsid w:val="004E104E"/>
    <w:rsid w:val="004E1BDF"/>
    <w:rsid w:val="004E3B75"/>
    <w:rsid w:val="004E435A"/>
    <w:rsid w:val="004E4E84"/>
    <w:rsid w:val="004E7942"/>
    <w:rsid w:val="004E7EFD"/>
    <w:rsid w:val="004E7F19"/>
    <w:rsid w:val="004F1C17"/>
    <w:rsid w:val="004F1DE5"/>
    <w:rsid w:val="004F38F8"/>
    <w:rsid w:val="004F46A5"/>
    <w:rsid w:val="004F5E65"/>
    <w:rsid w:val="004F6355"/>
    <w:rsid w:val="004F6703"/>
    <w:rsid w:val="004F7D4F"/>
    <w:rsid w:val="00501679"/>
    <w:rsid w:val="00501A3F"/>
    <w:rsid w:val="00502294"/>
    <w:rsid w:val="00502A02"/>
    <w:rsid w:val="00502BE9"/>
    <w:rsid w:val="005032DF"/>
    <w:rsid w:val="00503A10"/>
    <w:rsid w:val="00504176"/>
    <w:rsid w:val="0050442A"/>
    <w:rsid w:val="0050654A"/>
    <w:rsid w:val="00506BB1"/>
    <w:rsid w:val="00506BE9"/>
    <w:rsid w:val="00506D31"/>
    <w:rsid w:val="0051050E"/>
    <w:rsid w:val="005106D0"/>
    <w:rsid w:val="00511F4F"/>
    <w:rsid w:val="00512655"/>
    <w:rsid w:val="005129AC"/>
    <w:rsid w:val="00513E35"/>
    <w:rsid w:val="00516263"/>
    <w:rsid w:val="005177D0"/>
    <w:rsid w:val="00517CEE"/>
    <w:rsid w:val="005216D6"/>
    <w:rsid w:val="00521EF3"/>
    <w:rsid w:val="00524E8C"/>
    <w:rsid w:val="0052595B"/>
    <w:rsid w:val="00525C86"/>
    <w:rsid w:val="005261C4"/>
    <w:rsid w:val="00527787"/>
    <w:rsid w:val="005277E7"/>
    <w:rsid w:val="00532EEC"/>
    <w:rsid w:val="0053407C"/>
    <w:rsid w:val="00534A13"/>
    <w:rsid w:val="00534B4C"/>
    <w:rsid w:val="005359DF"/>
    <w:rsid w:val="0053765C"/>
    <w:rsid w:val="0054116D"/>
    <w:rsid w:val="005412C5"/>
    <w:rsid w:val="00541E17"/>
    <w:rsid w:val="00542169"/>
    <w:rsid w:val="00543A66"/>
    <w:rsid w:val="00544B7C"/>
    <w:rsid w:val="00546C04"/>
    <w:rsid w:val="00546DEF"/>
    <w:rsid w:val="005471B8"/>
    <w:rsid w:val="005479AC"/>
    <w:rsid w:val="00547EB1"/>
    <w:rsid w:val="0055141F"/>
    <w:rsid w:val="00551E0A"/>
    <w:rsid w:val="005529C4"/>
    <w:rsid w:val="00552CBA"/>
    <w:rsid w:val="00552DDA"/>
    <w:rsid w:val="005552C9"/>
    <w:rsid w:val="00555BF2"/>
    <w:rsid w:val="00556232"/>
    <w:rsid w:val="00556B61"/>
    <w:rsid w:val="00557700"/>
    <w:rsid w:val="00560010"/>
    <w:rsid w:val="00560784"/>
    <w:rsid w:val="00561359"/>
    <w:rsid w:val="00561D83"/>
    <w:rsid w:val="0056308A"/>
    <w:rsid w:val="005637CC"/>
    <w:rsid w:val="005637DE"/>
    <w:rsid w:val="005638FA"/>
    <w:rsid w:val="00564A2A"/>
    <w:rsid w:val="00564D6E"/>
    <w:rsid w:val="005652E6"/>
    <w:rsid w:val="00565525"/>
    <w:rsid w:val="00565B40"/>
    <w:rsid w:val="005665A5"/>
    <w:rsid w:val="005666B7"/>
    <w:rsid w:val="005668ED"/>
    <w:rsid w:val="00566915"/>
    <w:rsid w:val="00566B83"/>
    <w:rsid w:val="0057115C"/>
    <w:rsid w:val="0057151A"/>
    <w:rsid w:val="005740ED"/>
    <w:rsid w:val="0057424F"/>
    <w:rsid w:val="0057435A"/>
    <w:rsid w:val="0057613C"/>
    <w:rsid w:val="005773B2"/>
    <w:rsid w:val="00577640"/>
    <w:rsid w:val="00577AFA"/>
    <w:rsid w:val="00580B23"/>
    <w:rsid w:val="00580BA7"/>
    <w:rsid w:val="00580E9F"/>
    <w:rsid w:val="005811EC"/>
    <w:rsid w:val="00581CEA"/>
    <w:rsid w:val="00582CFB"/>
    <w:rsid w:val="00583982"/>
    <w:rsid w:val="00583C58"/>
    <w:rsid w:val="00585450"/>
    <w:rsid w:val="0058549D"/>
    <w:rsid w:val="00585811"/>
    <w:rsid w:val="005858FB"/>
    <w:rsid w:val="00585E92"/>
    <w:rsid w:val="00586116"/>
    <w:rsid w:val="005862E1"/>
    <w:rsid w:val="00586BA3"/>
    <w:rsid w:val="00586F42"/>
    <w:rsid w:val="00587C35"/>
    <w:rsid w:val="00587F1D"/>
    <w:rsid w:val="0059065F"/>
    <w:rsid w:val="005906E4"/>
    <w:rsid w:val="00592244"/>
    <w:rsid w:val="005935D2"/>
    <w:rsid w:val="005937D8"/>
    <w:rsid w:val="0059425C"/>
    <w:rsid w:val="00595134"/>
    <w:rsid w:val="00595207"/>
    <w:rsid w:val="00595969"/>
    <w:rsid w:val="00595E7F"/>
    <w:rsid w:val="00595F76"/>
    <w:rsid w:val="00596B7F"/>
    <w:rsid w:val="00597ADE"/>
    <w:rsid w:val="00597AF9"/>
    <w:rsid w:val="005A0059"/>
    <w:rsid w:val="005A0EC7"/>
    <w:rsid w:val="005A0F91"/>
    <w:rsid w:val="005A19B4"/>
    <w:rsid w:val="005A1C14"/>
    <w:rsid w:val="005A1DFD"/>
    <w:rsid w:val="005A2B8F"/>
    <w:rsid w:val="005A6758"/>
    <w:rsid w:val="005A6D45"/>
    <w:rsid w:val="005A71B2"/>
    <w:rsid w:val="005A7C53"/>
    <w:rsid w:val="005B01DE"/>
    <w:rsid w:val="005B0D7A"/>
    <w:rsid w:val="005B131A"/>
    <w:rsid w:val="005B4120"/>
    <w:rsid w:val="005B5074"/>
    <w:rsid w:val="005B5DF2"/>
    <w:rsid w:val="005B6B2F"/>
    <w:rsid w:val="005B6F03"/>
    <w:rsid w:val="005B75A4"/>
    <w:rsid w:val="005B7C97"/>
    <w:rsid w:val="005C06AA"/>
    <w:rsid w:val="005C21F7"/>
    <w:rsid w:val="005C2805"/>
    <w:rsid w:val="005C28CA"/>
    <w:rsid w:val="005C3379"/>
    <w:rsid w:val="005C35E3"/>
    <w:rsid w:val="005C42BE"/>
    <w:rsid w:val="005C45B0"/>
    <w:rsid w:val="005C4675"/>
    <w:rsid w:val="005C4D4B"/>
    <w:rsid w:val="005C5AC7"/>
    <w:rsid w:val="005C5E43"/>
    <w:rsid w:val="005C5FB3"/>
    <w:rsid w:val="005C655B"/>
    <w:rsid w:val="005C747D"/>
    <w:rsid w:val="005C74D1"/>
    <w:rsid w:val="005D02FC"/>
    <w:rsid w:val="005D0AAA"/>
    <w:rsid w:val="005D1750"/>
    <w:rsid w:val="005D1C63"/>
    <w:rsid w:val="005D353F"/>
    <w:rsid w:val="005D493D"/>
    <w:rsid w:val="005D540D"/>
    <w:rsid w:val="005D54A6"/>
    <w:rsid w:val="005D6089"/>
    <w:rsid w:val="005D769E"/>
    <w:rsid w:val="005D7F57"/>
    <w:rsid w:val="005E041C"/>
    <w:rsid w:val="005E0D92"/>
    <w:rsid w:val="005E11AB"/>
    <w:rsid w:val="005E1F47"/>
    <w:rsid w:val="005E253C"/>
    <w:rsid w:val="005E268D"/>
    <w:rsid w:val="005E28E4"/>
    <w:rsid w:val="005E2DD9"/>
    <w:rsid w:val="005E2EF0"/>
    <w:rsid w:val="005E3FB8"/>
    <w:rsid w:val="005E412A"/>
    <w:rsid w:val="005E4182"/>
    <w:rsid w:val="005E444C"/>
    <w:rsid w:val="005E4948"/>
    <w:rsid w:val="005E4CBF"/>
    <w:rsid w:val="005E661E"/>
    <w:rsid w:val="005E7685"/>
    <w:rsid w:val="005E7E08"/>
    <w:rsid w:val="005F0457"/>
    <w:rsid w:val="005F2224"/>
    <w:rsid w:val="005F28B4"/>
    <w:rsid w:val="005F404B"/>
    <w:rsid w:val="005F44D5"/>
    <w:rsid w:val="005F4971"/>
    <w:rsid w:val="005F65CA"/>
    <w:rsid w:val="005F7936"/>
    <w:rsid w:val="0060036D"/>
    <w:rsid w:val="006006DB"/>
    <w:rsid w:val="006008F6"/>
    <w:rsid w:val="006010B5"/>
    <w:rsid w:val="00601B49"/>
    <w:rsid w:val="00603B53"/>
    <w:rsid w:val="00604B98"/>
    <w:rsid w:val="00604E44"/>
    <w:rsid w:val="006058A5"/>
    <w:rsid w:val="00605A03"/>
    <w:rsid w:val="00605AE2"/>
    <w:rsid w:val="006062A7"/>
    <w:rsid w:val="00606AA8"/>
    <w:rsid w:val="00606B74"/>
    <w:rsid w:val="00606BF9"/>
    <w:rsid w:val="00607142"/>
    <w:rsid w:val="00607399"/>
    <w:rsid w:val="00610041"/>
    <w:rsid w:val="006104FC"/>
    <w:rsid w:val="00610BAB"/>
    <w:rsid w:val="00610C85"/>
    <w:rsid w:val="006137BF"/>
    <w:rsid w:val="006144CB"/>
    <w:rsid w:val="00614818"/>
    <w:rsid w:val="00615DBF"/>
    <w:rsid w:val="0061753B"/>
    <w:rsid w:val="0062012A"/>
    <w:rsid w:val="00621997"/>
    <w:rsid w:val="00622558"/>
    <w:rsid w:val="00622EA7"/>
    <w:rsid w:val="00623AA0"/>
    <w:rsid w:val="00625C38"/>
    <w:rsid w:val="00625C80"/>
    <w:rsid w:val="00626375"/>
    <w:rsid w:val="006266F5"/>
    <w:rsid w:val="006269F7"/>
    <w:rsid w:val="00626AD8"/>
    <w:rsid w:val="00626CAF"/>
    <w:rsid w:val="006278E6"/>
    <w:rsid w:val="00631DF1"/>
    <w:rsid w:val="00632760"/>
    <w:rsid w:val="00633416"/>
    <w:rsid w:val="00633AE2"/>
    <w:rsid w:val="00634DE4"/>
    <w:rsid w:val="00635335"/>
    <w:rsid w:val="00635A47"/>
    <w:rsid w:val="00636470"/>
    <w:rsid w:val="00636AB3"/>
    <w:rsid w:val="00636F71"/>
    <w:rsid w:val="00637E36"/>
    <w:rsid w:val="00637EF8"/>
    <w:rsid w:val="00641049"/>
    <w:rsid w:val="00641356"/>
    <w:rsid w:val="00641485"/>
    <w:rsid w:val="0064232F"/>
    <w:rsid w:val="006428B9"/>
    <w:rsid w:val="00643178"/>
    <w:rsid w:val="00646588"/>
    <w:rsid w:val="006469F2"/>
    <w:rsid w:val="00646E92"/>
    <w:rsid w:val="0064743A"/>
    <w:rsid w:val="00647D94"/>
    <w:rsid w:val="00650013"/>
    <w:rsid w:val="006505DE"/>
    <w:rsid w:val="006508E2"/>
    <w:rsid w:val="00650BEA"/>
    <w:rsid w:val="00651287"/>
    <w:rsid w:val="00651399"/>
    <w:rsid w:val="00651E48"/>
    <w:rsid w:val="006522F2"/>
    <w:rsid w:val="00652993"/>
    <w:rsid w:val="00652AAD"/>
    <w:rsid w:val="00654999"/>
    <w:rsid w:val="00654A9A"/>
    <w:rsid w:val="0065592A"/>
    <w:rsid w:val="0065653B"/>
    <w:rsid w:val="006565DB"/>
    <w:rsid w:val="00656CE4"/>
    <w:rsid w:val="00656EFF"/>
    <w:rsid w:val="00656FF5"/>
    <w:rsid w:val="00656FF9"/>
    <w:rsid w:val="0065729D"/>
    <w:rsid w:val="00657BCB"/>
    <w:rsid w:val="00657E79"/>
    <w:rsid w:val="0066118D"/>
    <w:rsid w:val="00661A23"/>
    <w:rsid w:val="006622AE"/>
    <w:rsid w:val="00663C61"/>
    <w:rsid w:val="00663EFE"/>
    <w:rsid w:val="00665033"/>
    <w:rsid w:val="0066646C"/>
    <w:rsid w:val="006664A1"/>
    <w:rsid w:val="006672CE"/>
    <w:rsid w:val="00667CA9"/>
    <w:rsid w:val="0067013B"/>
    <w:rsid w:val="0067071F"/>
    <w:rsid w:val="0067112E"/>
    <w:rsid w:val="00671F2A"/>
    <w:rsid w:val="00672107"/>
    <w:rsid w:val="0067348E"/>
    <w:rsid w:val="00673EB3"/>
    <w:rsid w:val="0067481F"/>
    <w:rsid w:val="00674C39"/>
    <w:rsid w:val="00676478"/>
    <w:rsid w:val="006769AF"/>
    <w:rsid w:val="00677108"/>
    <w:rsid w:val="0067734A"/>
    <w:rsid w:val="006773E2"/>
    <w:rsid w:val="00682ACE"/>
    <w:rsid w:val="00682CE3"/>
    <w:rsid w:val="00683F57"/>
    <w:rsid w:val="00684251"/>
    <w:rsid w:val="00684294"/>
    <w:rsid w:val="00685647"/>
    <w:rsid w:val="006876B7"/>
    <w:rsid w:val="006877D0"/>
    <w:rsid w:val="00687EEC"/>
    <w:rsid w:val="00690042"/>
    <w:rsid w:val="00690B67"/>
    <w:rsid w:val="00690FE5"/>
    <w:rsid w:val="00691392"/>
    <w:rsid w:val="00691ADD"/>
    <w:rsid w:val="00691FB6"/>
    <w:rsid w:val="00692244"/>
    <w:rsid w:val="006923A7"/>
    <w:rsid w:val="00692E89"/>
    <w:rsid w:val="00692FBD"/>
    <w:rsid w:val="0069534D"/>
    <w:rsid w:val="00695B45"/>
    <w:rsid w:val="00696228"/>
    <w:rsid w:val="006968D2"/>
    <w:rsid w:val="006A0ABB"/>
    <w:rsid w:val="006A0C0B"/>
    <w:rsid w:val="006A3009"/>
    <w:rsid w:val="006A3265"/>
    <w:rsid w:val="006A39CB"/>
    <w:rsid w:val="006A61DF"/>
    <w:rsid w:val="006A7449"/>
    <w:rsid w:val="006A76D4"/>
    <w:rsid w:val="006B069A"/>
    <w:rsid w:val="006B074B"/>
    <w:rsid w:val="006B1FCA"/>
    <w:rsid w:val="006B203F"/>
    <w:rsid w:val="006B248E"/>
    <w:rsid w:val="006B3C0F"/>
    <w:rsid w:val="006B3EAA"/>
    <w:rsid w:val="006B49E6"/>
    <w:rsid w:val="006B53EC"/>
    <w:rsid w:val="006B5717"/>
    <w:rsid w:val="006B5BE3"/>
    <w:rsid w:val="006B61C7"/>
    <w:rsid w:val="006B7C2C"/>
    <w:rsid w:val="006B7D18"/>
    <w:rsid w:val="006C0564"/>
    <w:rsid w:val="006C07A9"/>
    <w:rsid w:val="006C0BE0"/>
    <w:rsid w:val="006C1846"/>
    <w:rsid w:val="006C207C"/>
    <w:rsid w:val="006C2A05"/>
    <w:rsid w:val="006C3080"/>
    <w:rsid w:val="006C31DA"/>
    <w:rsid w:val="006C346A"/>
    <w:rsid w:val="006C4091"/>
    <w:rsid w:val="006C615F"/>
    <w:rsid w:val="006C6606"/>
    <w:rsid w:val="006C6631"/>
    <w:rsid w:val="006C7A62"/>
    <w:rsid w:val="006D0D8D"/>
    <w:rsid w:val="006D10AD"/>
    <w:rsid w:val="006D42AF"/>
    <w:rsid w:val="006D4483"/>
    <w:rsid w:val="006D4512"/>
    <w:rsid w:val="006D47D3"/>
    <w:rsid w:val="006D5955"/>
    <w:rsid w:val="006D5F86"/>
    <w:rsid w:val="006D6847"/>
    <w:rsid w:val="006D6897"/>
    <w:rsid w:val="006E0566"/>
    <w:rsid w:val="006E1417"/>
    <w:rsid w:val="006E26DB"/>
    <w:rsid w:val="006E28E5"/>
    <w:rsid w:val="006E2C28"/>
    <w:rsid w:val="006E3116"/>
    <w:rsid w:val="006E3500"/>
    <w:rsid w:val="006E397B"/>
    <w:rsid w:val="006E3AB1"/>
    <w:rsid w:val="006E48BE"/>
    <w:rsid w:val="006E583D"/>
    <w:rsid w:val="006E6699"/>
    <w:rsid w:val="006E6CDB"/>
    <w:rsid w:val="006E7956"/>
    <w:rsid w:val="006F07E4"/>
    <w:rsid w:val="006F1208"/>
    <w:rsid w:val="006F15D8"/>
    <w:rsid w:val="006F1931"/>
    <w:rsid w:val="006F1D3F"/>
    <w:rsid w:val="006F2116"/>
    <w:rsid w:val="006F3566"/>
    <w:rsid w:val="006F3A0D"/>
    <w:rsid w:val="006F409E"/>
    <w:rsid w:val="006F4479"/>
    <w:rsid w:val="006F50E6"/>
    <w:rsid w:val="006F5906"/>
    <w:rsid w:val="007009FA"/>
    <w:rsid w:val="00700FBE"/>
    <w:rsid w:val="00701749"/>
    <w:rsid w:val="007017DE"/>
    <w:rsid w:val="007017F1"/>
    <w:rsid w:val="0070261B"/>
    <w:rsid w:val="007061F3"/>
    <w:rsid w:val="007066E6"/>
    <w:rsid w:val="007070E0"/>
    <w:rsid w:val="007076C4"/>
    <w:rsid w:val="00707A3C"/>
    <w:rsid w:val="007124D2"/>
    <w:rsid w:val="00713244"/>
    <w:rsid w:val="00713622"/>
    <w:rsid w:val="00713641"/>
    <w:rsid w:val="00713E5A"/>
    <w:rsid w:val="00714100"/>
    <w:rsid w:val="00714961"/>
    <w:rsid w:val="00715265"/>
    <w:rsid w:val="00715C00"/>
    <w:rsid w:val="00715CD2"/>
    <w:rsid w:val="007168AF"/>
    <w:rsid w:val="00717099"/>
    <w:rsid w:val="00720412"/>
    <w:rsid w:val="00720622"/>
    <w:rsid w:val="00720DE0"/>
    <w:rsid w:val="00724339"/>
    <w:rsid w:val="007252E5"/>
    <w:rsid w:val="0072565D"/>
    <w:rsid w:val="007259F3"/>
    <w:rsid w:val="007265A1"/>
    <w:rsid w:val="00726DFC"/>
    <w:rsid w:val="00727034"/>
    <w:rsid w:val="00727E3F"/>
    <w:rsid w:val="00730616"/>
    <w:rsid w:val="00734F0B"/>
    <w:rsid w:val="00735B2F"/>
    <w:rsid w:val="00736EAB"/>
    <w:rsid w:val="00737656"/>
    <w:rsid w:val="00737A07"/>
    <w:rsid w:val="00742603"/>
    <w:rsid w:val="007437F0"/>
    <w:rsid w:val="007443BC"/>
    <w:rsid w:val="007475A7"/>
    <w:rsid w:val="007477DC"/>
    <w:rsid w:val="0075000C"/>
    <w:rsid w:val="007505C8"/>
    <w:rsid w:val="00751515"/>
    <w:rsid w:val="00751DB4"/>
    <w:rsid w:val="00751E26"/>
    <w:rsid w:val="00751F82"/>
    <w:rsid w:val="00753043"/>
    <w:rsid w:val="00753079"/>
    <w:rsid w:val="0075358C"/>
    <w:rsid w:val="00753D8D"/>
    <w:rsid w:val="007552BA"/>
    <w:rsid w:val="00755676"/>
    <w:rsid w:val="0075673F"/>
    <w:rsid w:val="00756B79"/>
    <w:rsid w:val="00757117"/>
    <w:rsid w:val="00757B91"/>
    <w:rsid w:val="00761BE4"/>
    <w:rsid w:val="0076215D"/>
    <w:rsid w:val="00762737"/>
    <w:rsid w:val="00762E1D"/>
    <w:rsid w:val="007646CA"/>
    <w:rsid w:val="00764B88"/>
    <w:rsid w:val="00764E7E"/>
    <w:rsid w:val="00765355"/>
    <w:rsid w:val="007656AC"/>
    <w:rsid w:val="0076597D"/>
    <w:rsid w:val="00766129"/>
    <w:rsid w:val="00766EBE"/>
    <w:rsid w:val="00766F6A"/>
    <w:rsid w:val="00767D63"/>
    <w:rsid w:val="0077018C"/>
    <w:rsid w:val="00770840"/>
    <w:rsid w:val="00770B6B"/>
    <w:rsid w:val="00770BFB"/>
    <w:rsid w:val="0077168C"/>
    <w:rsid w:val="00772AD3"/>
    <w:rsid w:val="007743C4"/>
    <w:rsid w:val="00774D09"/>
    <w:rsid w:val="00775F7B"/>
    <w:rsid w:val="00776F9A"/>
    <w:rsid w:val="00777325"/>
    <w:rsid w:val="007778E5"/>
    <w:rsid w:val="00777F40"/>
    <w:rsid w:val="00777FAF"/>
    <w:rsid w:val="00780103"/>
    <w:rsid w:val="007801EA"/>
    <w:rsid w:val="0078090B"/>
    <w:rsid w:val="0078145E"/>
    <w:rsid w:val="007818D6"/>
    <w:rsid w:val="007818FE"/>
    <w:rsid w:val="00781A0B"/>
    <w:rsid w:val="00783109"/>
    <w:rsid w:val="007834B3"/>
    <w:rsid w:val="00784BA3"/>
    <w:rsid w:val="007852FF"/>
    <w:rsid w:val="00786B68"/>
    <w:rsid w:val="00786D98"/>
    <w:rsid w:val="0079022F"/>
    <w:rsid w:val="007902A9"/>
    <w:rsid w:val="007902FA"/>
    <w:rsid w:val="0079205F"/>
    <w:rsid w:val="0079259F"/>
    <w:rsid w:val="00792C71"/>
    <w:rsid w:val="00793E33"/>
    <w:rsid w:val="007940BC"/>
    <w:rsid w:val="00794A7D"/>
    <w:rsid w:val="00794E10"/>
    <w:rsid w:val="00796257"/>
    <w:rsid w:val="007963A0"/>
    <w:rsid w:val="007A0810"/>
    <w:rsid w:val="007A0E05"/>
    <w:rsid w:val="007A166C"/>
    <w:rsid w:val="007A175A"/>
    <w:rsid w:val="007A1E00"/>
    <w:rsid w:val="007A2173"/>
    <w:rsid w:val="007A2F4C"/>
    <w:rsid w:val="007A3037"/>
    <w:rsid w:val="007A30D5"/>
    <w:rsid w:val="007A3479"/>
    <w:rsid w:val="007A4B4C"/>
    <w:rsid w:val="007A4D29"/>
    <w:rsid w:val="007A54F7"/>
    <w:rsid w:val="007A5D7D"/>
    <w:rsid w:val="007A6326"/>
    <w:rsid w:val="007A7850"/>
    <w:rsid w:val="007B06D1"/>
    <w:rsid w:val="007B132C"/>
    <w:rsid w:val="007B1913"/>
    <w:rsid w:val="007B1D69"/>
    <w:rsid w:val="007B2864"/>
    <w:rsid w:val="007B2A29"/>
    <w:rsid w:val="007B3FD0"/>
    <w:rsid w:val="007B41F9"/>
    <w:rsid w:val="007B480C"/>
    <w:rsid w:val="007B554D"/>
    <w:rsid w:val="007B589F"/>
    <w:rsid w:val="007B61F9"/>
    <w:rsid w:val="007B6707"/>
    <w:rsid w:val="007C0B89"/>
    <w:rsid w:val="007C0BFB"/>
    <w:rsid w:val="007C0C7C"/>
    <w:rsid w:val="007C1A5B"/>
    <w:rsid w:val="007C4527"/>
    <w:rsid w:val="007C4DFE"/>
    <w:rsid w:val="007C7039"/>
    <w:rsid w:val="007C7C76"/>
    <w:rsid w:val="007D1D49"/>
    <w:rsid w:val="007D1F95"/>
    <w:rsid w:val="007D28E3"/>
    <w:rsid w:val="007D291F"/>
    <w:rsid w:val="007D2BC4"/>
    <w:rsid w:val="007D3136"/>
    <w:rsid w:val="007D3BC0"/>
    <w:rsid w:val="007D3EC9"/>
    <w:rsid w:val="007D4C74"/>
    <w:rsid w:val="007D62B4"/>
    <w:rsid w:val="007D6937"/>
    <w:rsid w:val="007D7B6D"/>
    <w:rsid w:val="007E01BC"/>
    <w:rsid w:val="007E08B4"/>
    <w:rsid w:val="007E09E0"/>
    <w:rsid w:val="007E1423"/>
    <w:rsid w:val="007E1F14"/>
    <w:rsid w:val="007E2122"/>
    <w:rsid w:val="007E288E"/>
    <w:rsid w:val="007E290D"/>
    <w:rsid w:val="007E299A"/>
    <w:rsid w:val="007E33F3"/>
    <w:rsid w:val="007E4CBB"/>
    <w:rsid w:val="007E58EE"/>
    <w:rsid w:val="007E7290"/>
    <w:rsid w:val="007E7D38"/>
    <w:rsid w:val="007F0D5C"/>
    <w:rsid w:val="007F0F15"/>
    <w:rsid w:val="007F2A0E"/>
    <w:rsid w:val="007F2E5E"/>
    <w:rsid w:val="007F4172"/>
    <w:rsid w:val="007F4226"/>
    <w:rsid w:val="007F5B4D"/>
    <w:rsid w:val="007F6A9D"/>
    <w:rsid w:val="007F76D9"/>
    <w:rsid w:val="007F78EA"/>
    <w:rsid w:val="007F7996"/>
    <w:rsid w:val="00800180"/>
    <w:rsid w:val="00800E94"/>
    <w:rsid w:val="00801031"/>
    <w:rsid w:val="00802A1B"/>
    <w:rsid w:val="00802FB5"/>
    <w:rsid w:val="0080416B"/>
    <w:rsid w:val="008060A4"/>
    <w:rsid w:val="00806B4E"/>
    <w:rsid w:val="00806DF7"/>
    <w:rsid w:val="00806F40"/>
    <w:rsid w:val="00807B7A"/>
    <w:rsid w:val="00807FC7"/>
    <w:rsid w:val="00812068"/>
    <w:rsid w:val="0081209B"/>
    <w:rsid w:val="00812917"/>
    <w:rsid w:val="00812B45"/>
    <w:rsid w:val="00812DE4"/>
    <w:rsid w:val="00813992"/>
    <w:rsid w:val="00813B7B"/>
    <w:rsid w:val="00813F10"/>
    <w:rsid w:val="00814125"/>
    <w:rsid w:val="00814B72"/>
    <w:rsid w:val="00817268"/>
    <w:rsid w:val="00817DF3"/>
    <w:rsid w:val="008206D6"/>
    <w:rsid w:val="00820954"/>
    <w:rsid w:val="008209EE"/>
    <w:rsid w:val="00821065"/>
    <w:rsid w:val="00821ED6"/>
    <w:rsid w:val="008234AA"/>
    <w:rsid w:val="00823A5F"/>
    <w:rsid w:val="008243D2"/>
    <w:rsid w:val="00824A3A"/>
    <w:rsid w:val="00824A72"/>
    <w:rsid w:val="00825688"/>
    <w:rsid w:val="008267D8"/>
    <w:rsid w:val="0082709A"/>
    <w:rsid w:val="0082753B"/>
    <w:rsid w:val="008275CF"/>
    <w:rsid w:val="00830EDF"/>
    <w:rsid w:val="00833711"/>
    <w:rsid w:val="008363A7"/>
    <w:rsid w:val="008376EB"/>
    <w:rsid w:val="0083799C"/>
    <w:rsid w:val="00837EDB"/>
    <w:rsid w:val="00840B81"/>
    <w:rsid w:val="00841F92"/>
    <w:rsid w:val="008424FA"/>
    <w:rsid w:val="0084254E"/>
    <w:rsid w:val="008438AB"/>
    <w:rsid w:val="00843E48"/>
    <w:rsid w:val="0084455A"/>
    <w:rsid w:val="0084522E"/>
    <w:rsid w:val="00847648"/>
    <w:rsid w:val="008476FC"/>
    <w:rsid w:val="00850033"/>
    <w:rsid w:val="00850E22"/>
    <w:rsid w:val="0085244F"/>
    <w:rsid w:val="00852BF7"/>
    <w:rsid w:val="0085412A"/>
    <w:rsid w:val="008547F1"/>
    <w:rsid w:val="008549B8"/>
    <w:rsid w:val="00854B0F"/>
    <w:rsid w:val="00854F9D"/>
    <w:rsid w:val="008550C5"/>
    <w:rsid w:val="008567C8"/>
    <w:rsid w:val="00860108"/>
    <w:rsid w:val="00860714"/>
    <w:rsid w:val="00860B3E"/>
    <w:rsid w:val="00862CBB"/>
    <w:rsid w:val="00864CFB"/>
    <w:rsid w:val="00864E66"/>
    <w:rsid w:val="0086608E"/>
    <w:rsid w:val="00870904"/>
    <w:rsid w:val="0087101E"/>
    <w:rsid w:val="008712C6"/>
    <w:rsid w:val="00871308"/>
    <w:rsid w:val="008715AF"/>
    <w:rsid w:val="00871718"/>
    <w:rsid w:val="008718F9"/>
    <w:rsid w:val="00871C48"/>
    <w:rsid w:val="00872ADB"/>
    <w:rsid w:val="00873263"/>
    <w:rsid w:val="008736D9"/>
    <w:rsid w:val="008737B2"/>
    <w:rsid w:val="00874C11"/>
    <w:rsid w:val="008753CA"/>
    <w:rsid w:val="0087668E"/>
    <w:rsid w:val="00876DE7"/>
    <w:rsid w:val="00877682"/>
    <w:rsid w:val="00877E50"/>
    <w:rsid w:val="008800F5"/>
    <w:rsid w:val="00880752"/>
    <w:rsid w:val="00880AB7"/>
    <w:rsid w:val="00880E7E"/>
    <w:rsid w:val="00881527"/>
    <w:rsid w:val="008819E8"/>
    <w:rsid w:val="00884C81"/>
    <w:rsid w:val="008853EB"/>
    <w:rsid w:val="008854C7"/>
    <w:rsid w:val="00885952"/>
    <w:rsid w:val="008863C9"/>
    <w:rsid w:val="00886A55"/>
    <w:rsid w:val="0088732B"/>
    <w:rsid w:val="008873A9"/>
    <w:rsid w:val="00890043"/>
    <w:rsid w:val="00890AA4"/>
    <w:rsid w:val="00890B94"/>
    <w:rsid w:val="00891FA8"/>
    <w:rsid w:val="0089300B"/>
    <w:rsid w:val="0089377F"/>
    <w:rsid w:val="00895429"/>
    <w:rsid w:val="0089585F"/>
    <w:rsid w:val="00895C1E"/>
    <w:rsid w:val="00895F1E"/>
    <w:rsid w:val="008961BA"/>
    <w:rsid w:val="008A2199"/>
    <w:rsid w:val="008A2FFD"/>
    <w:rsid w:val="008A40A9"/>
    <w:rsid w:val="008A4B31"/>
    <w:rsid w:val="008A4F04"/>
    <w:rsid w:val="008A589C"/>
    <w:rsid w:val="008A6B45"/>
    <w:rsid w:val="008A6D0A"/>
    <w:rsid w:val="008A6DFE"/>
    <w:rsid w:val="008A7972"/>
    <w:rsid w:val="008B0CE3"/>
    <w:rsid w:val="008B1CD4"/>
    <w:rsid w:val="008B2964"/>
    <w:rsid w:val="008B3F3C"/>
    <w:rsid w:val="008B42F3"/>
    <w:rsid w:val="008B4362"/>
    <w:rsid w:val="008B450E"/>
    <w:rsid w:val="008B6593"/>
    <w:rsid w:val="008B7206"/>
    <w:rsid w:val="008B7A60"/>
    <w:rsid w:val="008B7D31"/>
    <w:rsid w:val="008C072B"/>
    <w:rsid w:val="008C1608"/>
    <w:rsid w:val="008C23E6"/>
    <w:rsid w:val="008C3556"/>
    <w:rsid w:val="008C4DF3"/>
    <w:rsid w:val="008C52B3"/>
    <w:rsid w:val="008C7039"/>
    <w:rsid w:val="008C7D55"/>
    <w:rsid w:val="008C7F68"/>
    <w:rsid w:val="008D0304"/>
    <w:rsid w:val="008D0341"/>
    <w:rsid w:val="008D0A65"/>
    <w:rsid w:val="008D0F21"/>
    <w:rsid w:val="008D0FD9"/>
    <w:rsid w:val="008D1E22"/>
    <w:rsid w:val="008D1E89"/>
    <w:rsid w:val="008D2C4D"/>
    <w:rsid w:val="008D32D4"/>
    <w:rsid w:val="008D3AAB"/>
    <w:rsid w:val="008D4B90"/>
    <w:rsid w:val="008D5819"/>
    <w:rsid w:val="008D6A41"/>
    <w:rsid w:val="008D7452"/>
    <w:rsid w:val="008E0973"/>
    <w:rsid w:val="008E0B62"/>
    <w:rsid w:val="008E0FD4"/>
    <w:rsid w:val="008E165E"/>
    <w:rsid w:val="008E2072"/>
    <w:rsid w:val="008E2263"/>
    <w:rsid w:val="008E269A"/>
    <w:rsid w:val="008E3544"/>
    <w:rsid w:val="008E3DFB"/>
    <w:rsid w:val="008E4FBE"/>
    <w:rsid w:val="008E6CB6"/>
    <w:rsid w:val="008F01FC"/>
    <w:rsid w:val="008F0C2C"/>
    <w:rsid w:val="008F1677"/>
    <w:rsid w:val="008F2967"/>
    <w:rsid w:val="008F2F92"/>
    <w:rsid w:val="008F41E9"/>
    <w:rsid w:val="008F4408"/>
    <w:rsid w:val="008F4538"/>
    <w:rsid w:val="008F4F14"/>
    <w:rsid w:val="008F637A"/>
    <w:rsid w:val="008F63B1"/>
    <w:rsid w:val="008F6962"/>
    <w:rsid w:val="008F6A30"/>
    <w:rsid w:val="008F6F26"/>
    <w:rsid w:val="0090013D"/>
    <w:rsid w:val="0090070F"/>
    <w:rsid w:val="00900A97"/>
    <w:rsid w:val="0090186C"/>
    <w:rsid w:val="00901BBF"/>
    <w:rsid w:val="00902B6F"/>
    <w:rsid w:val="00902F39"/>
    <w:rsid w:val="00903367"/>
    <w:rsid w:val="00903A53"/>
    <w:rsid w:val="009042A5"/>
    <w:rsid w:val="0090500F"/>
    <w:rsid w:val="00905F5A"/>
    <w:rsid w:val="009069E0"/>
    <w:rsid w:val="00906A0B"/>
    <w:rsid w:val="00906D1A"/>
    <w:rsid w:val="00907A88"/>
    <w:rsid w:val="00907D74"/>
    <w:rsid w:val="009103A4"/>
    <w:rsid w:val="009103F6"/>
    <w:rsid w:val="00911A03"/>
    <w:rsid w:val="00911C46"/>
    <w:rsid w:val="00912305"/>
    <w:rsid w:val="009129C3"/>
    <w:rsid w:val="00912E15"/>
    <w:rsid w:val="0091445E"/>
    <w:rsid w:val="00914880"/>
    <w:rsid w:val="00914E2B"/>
    <w:rsid w:val="00915CF7"/>
    <w:rsid w:val="009164F0"/>
    <w:rsid w:val="00916CB0"/>
    <w:rsid w:val="00916E86"/>
    <w:rsid w:val="00917931"/>
    <w:rsid w:val="00921691"/>
    <w:rsid w:val="009235F7"/>
    <w:rsid w:val="0092382F"/>
    <w:rsid w:val="00924030"/>
    <w:rsid w:val="00924144"/>
    <w:rsid w:val="00924EA2"/>
    <w:rsid w:val="009272DD"/>
    <w:rsid w:val="00927737"/>
    <w:rsid w:val="00930C8D"/>
    <w:rsid w:val="00931832"/>
    <w:rsid w:val="00931E11"/>
    <w:rsid w:val="00933E0A"/>
    <w:rsid w:val="009347E4"/>
    <w:rsid w:val="00935D20"/>
    <w:rsid w:val="0093657F"/>
    <w:rsid w:val="00936F8E"/>
    <w:rsid w:val="00937593"/>
    <w:rsid w:val="0093775E"/>
    <w:rsid w:val="009402CF"/>
    <w:rsid w:val="00940369"/>
    <w:rsid w:val="009403C0"/>
    <w:rsid w:val="009418E6"/>
    <w:rsid w:val="00942E84"/>
    <w:rsid w:val="00943F4A"/>
    <w:rsid w:val="00947435"/>
    <w:rsid w:val="00951FB0"/>
    <w:rsid w:val="009526FD"/>
    <w:rsid w:val="0095451A"/>
    <w:rsid w:val="009548EC"/>
    <w:rsid w:val="00954BC2"/>
    <w:rsid w:val="00954C0F"/>
    <w:rsid w:val="00954FDB"/>
    <w:rsid w:val="009557E6"/>
    <w:rsid w:val="00956628"/>
    <w:rsid w:val="00956799"/>
    <w:rsid w:val="009568FB"/>
    <w:rsid w:val="00956972"/>
    <w:rsid w:val="0095722E"/>
    <w:rsid w:val="0095798D"/>
    <w:rsid w:val="00957D6F"/>
    <w:rsid w:val="00957F72"/>
    <w:rsid w:val="009606B0"/>
    <w:rsid w:val="0096071D"/>
    <w:rsid w:val="00961465"/>
    <w:rsid w:val="009618E1"/>
    <w:rsid w:val="00961DC1"/>
    <w:rsid w:val="00962FD9"/>
    <w:rsid w:val="009647A7"/>
    <w:rsid w:val="00965442"/>
    <w:rsid w:val="0096589E"/>
    <w:rsid w:val="00965923"/>
    <w:rsid w:val="00965D51"/>
    <w:rsid w:val="00966026"/>
    <w:rsid w:val="009662ED"/>
    <w:rsid w:val="00966ED5"/>
    <w:rsid w:val="009670F5"/>
    <w:rsid w:val="00967ACC"/>
    <w:rsid w:val="00967DCB"/>
    <w:rsid w:val="00970131"/>
    <w:rsid w:val="009703EE"/>
    <w:rsid w:val="00970D8A"/>
    <w:rsid w:val="00971E00"/>
    <w:rsid w:val="00971FF0"/>
    <w:rsid w:val="00973F4D"/>
    <w:rsid w:val="009742C3"/>
    <w:rsid w:val="0097541E"/>
    <w:rsid w:val="009754D7"/>
    <w:rsid w:val="009757A4"/>
    <w:rsid w:val="00975FD7"/>
    <w:rsid w:val="00976307"/>
    <w:rsid w:val="00976609"/>
    <w:rsid w:val="00976B43"/>
    <w:rsid w:val="00976C25"/>
    <w:rsid w:val="00976D01"/>
    <w:rsid w:val="00976FF4"/>
    <w:rsid w:val="009775F7"/>
    <w:rsid w:val="00977949"/>
    <w:rsid w:val="00977B95"/>
    <w:rsid w:val="00980821"/>
    <w:rsid w:val="0098088D"/>
    <w:rsid w:val="00981A53"/>
    <w:rsid w:val="00982560"/>
    <w:rsid w:val="00982B6C"/>
    <w:rsid w:val="0098332F"/>
    <w:rsid w:val="00984B30"/>
    <w:rsid w:val="00985BFF"/>
    <w:rsid w:val="00985FB8"/>
    <w:rsid w:val="00985FED"/>
    <w:rsid w:val="00987D20"/>
    <w:rsid w:val="00990604"/>
    <w:rsid w:val="009908F1"/>
    <w:rsid w:val="00990D8C"/>
    <w:rsid w:val="00990EB3"/>
    <w:rsid w:val="00991E98"/>
    <w:rsid w:val="00992A07"/>
    <w:rsid w:val="00993CFC"/>
    <w:rsid w:val="00993E5B"/>
    <w:rsid w:val="009944A8"/>
    <w:rsid w:val="00994716"/>
    <w:rsid w:val="00994E02"/>
    <w:rsid w:val="00996F5C"/>
    <w:rsid w:val="009974D3"/>
    <w:rsid w:val="0099752C"/>
    <w:rsid w:val="009975FE"/>
    <w:rsid w:val="009977A5"/>
    <w:rsid w:val="009A0372"/>
    <w:rsid w:val="009A1192"/>
    <w:rsid w:val="009A130F"/>
    <w:rsid w:val="009A2DBE"/>
    <w:rsid w:val="009A2F6A"/>
    <w:rsid w:val="009A307F"/>
    <w:rsid w:val="009A56A8"/>
    <w:rsid w:val="009A6A84"/>
    <w:rsid w:val="009A7254"/>
    <w:rsid w:val="009A725D"/>
    <w:rsid w:val="009A7509"/>
    <w:rsid w:val="009B068E"/>
    <w:rsid w:val="009B1CD9"/>
    <w:rsid w:val="009B1F5A"/>
    <w:rsid w:val="009B2A43"/>
    <w:rsid w:val="009B2B45"/>
    <w:rsid w:val="009B3191"/>
    <w:rsid w:val="009B3836"/>
    <w:rsid w:val="009B3B7B"/>
    <w:rsid w:val="009B47E9"/>
    <w:rsid w:val="009B4B90"/>
    <w:rsid w:val="009B4CF7"/>
    <w:rsid w:val="009B4F17"/>
    <w:rsid w:val="009B6277"/>
    <w:rsid w:val="009B649C"/>
    <w:rsid w:val="009B67F3"/>
    <w:rsid w:val="009B71F8"/>
    <w:rsid w:val="009B75A5"/>
    <w:rsid w:val="009B77EE"/>
    <w:rsid w:val="009C0894"/>
    <w:rsid w:val="009C2BBE"/>
    <w:rsid w:val="009C4E03"/>
    <w:rsid w:val="009C55A2"/>
    <w:rsid w:val="009C5B6B"/>
    <w:rsid w:val="009C6FE9"/>
    <w:rsid w:val="009C76B0"/>
    <w:rsid w:val="009D02F9"/>
    <w:rsid w:val="009D055A"/>
    <w:rsid w:val="009D0FF6"/>
    <w:rsid w:val="009D105D"/>
    <w:rsid w:val="009D133E"/>
    <w:rsid w:val="009D1A4D"/>
    <w:rsid w:val="009D1D76"/>
    <w:rsid w:val="009D4269"/>
    <w:rsid w:val="009D5582"/>
    <w:rsid w:val="009D5F6E"/>
    <w:rsid w:val="009D6F58"/>
    <w:rsid w:val="009E035F"/>
    <w:rsid w:val="009E09F1"/>
    <w:rsid w:val="009E0E00"/>
    <w:rsid w:val="009E1A7A"/>
    <w:rsid w:val="009E2293"/>
    <w:rsid w:val="009E249E"/>
    <w:rsid w:val="009E3CDB"/>
    <w:rsid w:val="009E3D53"/>
    <w:rsid w:val="009E52AE"/>
    <w:rsid w:val="009E58E2"/>
    <w:rsid w:val="009E5A3A"/>
    <w:rsid w:val="009E6417"/>
    <w:rsid w:val="009E7562"/>
    <w:rsid w:val="009E7710"/>
    <w:rsid w:val="009E789D"/>
    <w:rsid w:val="009E7F0D"/>
    <w:rsid w:val="009F12ED"/>
    <w:rsid w:val="009F2485"/>
    <w:rsid w:val="009F2CA0"/>
    <w:rsid w:val="009F3486"/>
    <w:rsid w:val="009F360F"/>
    <w:rsid w:val="009F3A00"/>
    <w:rsid w:val="009F573A"/>
    <w:rsid w:val="009F574B"/>
    <w:rsid w:val="009F627F"/>
    <w:rsid w:val="009F630E"/>
    <w:rsid w:val="009F6AD7"/>
    <w:rsid w:val="009F70D5"/>
    <w:rsid w:val="009F7826"/>
    <w:rsid w:val="00A009C2"/>
    <w:rsid w:val="00A00A4D"/>
    <w:rsid w:val="00A012F4"/>
    <w:rsid w:val="00A01414"/>
    <w:rsid w:val="00A01766"/>
    <w:rsid w:val="00A032D3"/>
    <w:rsid w:val="00A04952"/>
    <w:rsid w:val="00A05336"/>
    <w:rsid w:val="00A05836"/>
    <w:rsid w:val="00A060CF"/>
    <w:rsid w:val="00A069CF"/>
    <w:rsid w:val="00A06B09"/>
    <w:rsid w:val="00A07051"/>
    <w:rsid w:val="00A073F2"/>
    <w:rsid w:val="00A07A2C"/>
    <w:rsid w:val="00A10D35"/>
    <w:rsid w:val="00A11632"/>
    <w:rsid w:val="00A11A16"/>
    <w:rsid w:val="00A11E22"/>
    <w:rsid w:val="00A120FC"/>
    <w:rsid w:val="00A1228F"/>
    <w:rsid w:val="00A12E69"/>
    <w:rsid w:val="00A1408A"/>
    <w:rsid w:val="00A16859"/>
    <w:rsid w:val="00A16DC8"/>
    <w:rsid w:val="00A17BF7"/>
    <w:rsid w:val="00A20097"/>
    <w:rsid w:val="00A20131"/>
    <w:rsid w:val="00A20E91"/>
    <w:rsid w:val="00A2160A"/>
    <w:rsid w:val="00A21D87"/>
    <w:rsid w:val="00A22290"/>
    <w:rsid w:val="00A222F6"/>
    <w:rsid w:val="00A22CE2"/>
    <w:rsid w:val="00A24C74"/>
    <w:rsid w:val="00A25609"/>
    <w:rsid w:val="00A26D56"/>
    <w:rsid w:val="00A3032A"/>
    <w:rsid w:val="00A30ABA"/>
    <w:rsid w:val="00A30C9D"/>
    <w:rsid w:val="00A30D9B"/>
    <w:rsid w:val="00A3105C"/>
    <w:rsid w:val="00A3216A"/>
    <w:rsid w:val="00A34274"/>
    <w:rsid w:val="00A34CD6"/>
    <w:rsid w:val="00A35282"/>
    <w:rsid w:val="00A3699C"/>
    <w:rsid w:val="00A37226"/>
    <w:rsid w:val="00A403C0"/>
    <w:rsid w:val="00A42AAC"/>
    <w:rsid w:val="00A44812"/>
    <w:rsid w:val="00A47803"/>
    <w:rsid w:val="00A503B1"/>
    <w:rsid w:val="00A50608"/>
    <w:rsid w:val="00A510D4"/>
    <w:rsid w:val="00A51658"/>
    <w:rsid w:val="00A51B4D"/>
    <w:rsid w:val="00A52828"/>
    <w:rsid w:val="00A5432E"/>
    <w:rsid w:val="00A54485"/>
    <w:rsid w:val="00A554E4"/>
    <w:rsid w:val="00A55FCC"/>
    <w:rsid w:val="00A568DD"/>
    <w:rsid w:val="00A5761E"/>
    <w:rsid w:val="00A57F7E"/>
    <w:rsid w:val="00A61758"/>
    <w:rsid w:val="00A6177B"/>
    <w:rsid w:val="00A618C3"/>
    <w:rsid w:val="00A62E03"/>
    <w:rsid w:val="00A634A1"/>
    <w:rsid w:val="00A64C8C"/>
    <w:rsid w:val="00A64CDA"/>
    <w:rsid w:val="00A65215"/>
    <w:rsid w:val="00A6526F"/>
    <w:rsid w:val="00A659A1"/>
    <w:rsid w:val="00A66298"/>
    <w:rsid w:val="00A6637E"/>
    <w:rsid w:val="00A668EE"/>
    <w:rsid w:val="00A66928"/>
    <w:rsid w:val="00A677D5"/>
    <w:rsid w:val="00A70BAB"/>
    <w:rsid w:val="00A71230"/>
    <w:rsid w:val="00A71644"/>
    <w:rsid w:val="00A72462"/>
    <w:rsid w:val="00A72724"/>
    <w:rsid w:val="00A72CD2"/>
    <w:rsid w:val="00A72ECC"/>
    <w:rsid w:val="00A741C0"/>
    <w:rsid w:val="00A7674B"/>
    <w:rsid w:val="00A77A0A"/>
    <w:rsid w:val="00A77BA6"/>
    <w:rsid w:val="00A77CD2"/>
    <w:rsid w:val="00A77F26"/>
    <w:rsid w:val="00A80CB0"/>
    <w:rsid w:val="00A81A19"/>
    <w:rsid w:val="00A81F5B"/>
    <w:rsid w:val="00A843AB"/>
    <w:rsid w:val="00A843B5"/>
    <w:rsid w:val="00A857DD"/>
    <w:rsid w:val="00A86597"/>
    <w:rsid w:val="00A866A5"/>
    <w:rsid w:val="00A86E1E"/>
    <w:rsid w:val="00A8723C"/>
    <w:rsid w:val="00A874E9"/>
    <w:rsid w:val="00A87AA0"/>
    <w:rsid w:val="00A90409"/>
    <w:rsid w:val="00A9168D"/>
    <w:rsid w:val="00A92420"/>
    <w:rsid w:val="00A95151"/>
    <w:rsid w:val="00A951E9"/>
    <w:rsid w:val="00A959EB"/>
    <w:rsid w:val="00A95E06"/>
    <w:rsid w:val="00A963E1"/>
    <w:rsid w:val="00A96920"/>
    <w:rsid w:val="00A977AC"/>
    <w:rsid w:val="00A9786F"/>
    <w:rsid w:val="00AA1E8B"/>
    <w:rsid w:val="00AA3E79"/>
    <w:rsid w:val="00AA4A74"/>
    <w:rsid w:val="00AA64CB"/>
    <w:rsid w:val="00AA6BB8"/>
    <w:rsid w:val="00AA7737"/>
    <w:rsid w:val="00AB1C44"/>
    <w:rsid w:val="00AB1D26"/>
    <w:rsid w:val="00AB4195"/>
    <w:rsid w:val="00AB4982"/>
    <w:rsid w:val="00AB5A74"/>
    <w:rsid w:val="00AB5FF6"/>
    <w:rsid w:val="00AB6DA0"/>
    <w:rsid w:val="00AB7C82"/>
    <w:rsid w:val="00AC281A"/>
    <w:rsid w:val="00AC2E5F"/>
    <w:rsid w:val="00AC37A1"/>
    <w:rsid w:val="00AC38AC"/>
    <w:rsid w:val="00AC3B84"/>
    <w:rsid w:val="00AC3DF7"/>
    <w:rsid w:val="00AC417E"/>
    <w:rsid w:val="00AC4335"/>
    <w:rsid w:val="00AC595C"/>
    <w:rsid w:val="00AD0DD5"/>
    <w:rsid w:val="00AD1513"/>
    <w:rsid w:val="00AD19FC"/>
    <w:rsid w:val="00AD20F4"/>
    <w:rsid w:val="00AD2C62"/>
    <w:rsid w:val="00AD304E"/>
    <w:rsid w:val="00AD3FB0"/>
    <w:rsid w:val="00AD68EE"/>
    <w:rsid w:val="00AE10BE"/>
    <w:rsid w:val="00AE1A5A"/>
    <w:rsid w:val="00AE227D"/>
    <w:rsid w:val="00AE23B4"/>
    <w:rsid w:val="00AE25F5"/>
    <w:rsid w:val="00AE3893"/>
    <w:rsid w:val="00AE39E3"/>
    <w:rsid w:val="00AE46E3"/>
    <w:rsid w:val="00AE4B42"/>
    <w:rsid w:val="00AE4D32"/>
    <w:rsid w:val="00AE5377"/>
    <w:rsid w:val="00AE5556"/>
    <w:rsid w:val="00AE5DF3"/>
    <w:rsid w:val="00AE6092"/>
    <w:rsid w:val="00AE7539"/>
    <w:rsid w:val="00AE7E2E"/>
    <w:rsid w:val="00AF0006"/>
    <w:rsid w:val="00AF0336"/>
    <w:rsid w:val="00AF04CE"/>
    <w:rsid w:val="00AF06E3"/>
    <w:rsid w:val="00AF0BE3"/>
    <w:rsid w:val="00AF172C"/>
    <w:rsid w:val="00AF1FDF"/>
    <w:rsid w:val="00AF2517"/>
    <w:rsid w:val="00AF2744"/>
    <w:rsid w:val="00AF2F16"/>
    <w:rsid w:val="00AF4402"/>
    <w:rsid w:val="00AF4ED1"/>
    <w:rsid w:val="00AF5019"/>
    <w:rsid w:val="00AF57C4"/>
    <w:rsid w:val="00AF5ECD"/>
    <w:rsid w:val="00AF769F"/>
    <w:rsid w:val="00AF76C1"/>
    <w:rsid w:val="00AF7E93"/>
    <w:rsid w:val="00B00945"/>
    <w:rsid w:val="00B00E0E"/>
    <w:rsid w:val="00B0314E"/>
    <w:rsid w:val="00B03219"/>
    <w:rsid w:val="00B032B2"/>
    <w:rsid w:val="00B0378F"/>
    <w:rsid w:val="00B046A3"/>
    <w:rsid w:val="00B05B1B"/>
    <w:rsid w:val="00B05FB1"/>
    <w:rsid w:val="00B05FDB"/>
    <w:rsid w:val="00B06A3A"/>
    <w:rsid w:val="00B06C13"/>
    <w:rsid w:val="00B06C16"/>
    <w:rsid w:val="00B070F0"/>
    <w:rsid w:val="00B071A6"/>
    <w:rsid w:val="00B07823"/>
    <w:rsid w:val="00B114ED"/>
    <w:rsid w:val="00B12819"/>
    <w:rsid w:val="00B13F1D"/>
    <w:rsid w:val="00B1520C"/>
    <w:rsid w:val="00B1576A"/>
    <w:rsid w:val="00B1693B"/>
    <w:rsid w:val="00B17E7E"/>
    <w:rsid w:val="00B2096B"/>
    <w:rsid w:val="00B20E64"/>
    <w:rsid w:val="00B20EF6"/>
    <w:rsid w:val="00B214D4"/>
    <w:rsid w:val="00B21648"/>
    <w:rsid w:val="00B2189B"/>
    <w:rsid w:val="00B226A3"/>
    <w:rsid w:val="00B22B9E"/>
    <w:rsid w:val="00B24CFE"/>
    <w:rsid w:val="00B24DC0"/>
    <w:rsid w:val="00B25DA9"/>
    <w:rsid w:val="00B25F8F"/>
    <w:rsid w:val="00B2615B"/>
    <w:rsid w:val="00B26293"/>
    <w:rsid w:val="00B277BC"/>
    <w:rsid w:val="00B325C4"/>
    <w:rsid w:val="00B32902"/>
    <w:rsid w:val="00B32EBC"/>
    <w:rsid w:val="00B341F7"/>
    <w:rsid w:val="00B34C8D"/>
    <w:rsid w:val="00B35B1E"/>
    <w:rsid w:val="00B366A1"/>
    <w:rsid w:val="00B36B57"/>
    <w:rsid w:val="00B3739F"/>
    <w:rsid w:val="00B40D7C"/>
    <w:rsid w:val="00B42693"/>
    <w:rsid w:val="00B428C5"/>
    <w:rsid w:val="00B43F52"/>
    <w:rsid w:val="00B446CF"/>
    <w:rsid w:val="00B449A4"/>
    <w:rsid w:val="00B4582C"/>
    <w:rsid w:val="00B4619A"/>
    <w:rsid w:val="00B47244"/>
    <w:rsid w:val="00B472EF"/>
    <w:rsid w:val="00B51113"/>
    <w:rsid w:val="00B513DC"/>
    <w:rsid w:val="00B51D69"/>
    <w:rsid w:val="00B52A9D"/>
    <w:rsid w:val="00B540F3"/>
    <w:rsid w:val="00B56415"/>
    <w:rsid w:val="00B565D5"/>
    <w:rsid w:val="00B56F06"/>
    <w:rsid w:val="00B57472"/>
    <w:rsid w:val="00B60ADC"/>
    <w:rsid w:val="00B62626"/>
    <w:rsid w:val="00B62C35"/>
    <w:rsid w:val="00B64C11"/>
    <w:rsid w:val="00B6561C"/>
    <w:rsid w:val="00B658C7"/>
    <w:rsid w:val="00B65A44"/>
    <w:rsid w:val="00B664C3"/>
    <w:rsid w:val="00B673BB"/>
    <w:rsid w:val="00B674A1"/>
    <w:rsid w:val="00B70719"/>
    <w:rsid w:val="00B71355"/>
    <w:rsid w:val="00B71A35"/>
    <w:rsid w:val="00B72199"/>
    <w:rsid w:val="00B72217"/>
    <w:rsid w:val="00B728D1"/>
    <w:rsid w:val="00B74984"/>
    <w:rsid w:val="00B757D5"/>
    <w:rsid w:val="00B77106"/>
    <w:rsid w:val="00B80121"/>
    <w:rsid w:val="00B80896"/>
    <w:rsid w:val="00B8156B"/>
    <w:rsid w:val="00B81709"/>
    <w:rsid w:val="00B82494"/>
    <w:rsid w:val="00B82C0A"/>
    <w:rsid w:val="00B8305F"/>
    <w:rsid w:val="00B836B0"/>
    <w:rsid w:val="00B83A8A"/>
    <w:rsid w:val="00B845DC"/>
    <w:rsid w:val="00B86B31"/>
    <w:rsid w:val="00B908C0"/>
    <w:rsid w:val="00B909AB"/>
    <w:rsid w:val="00B91CC8"/>
    <w:rsid w:val="00B921DC"/>
    <w:rsid w:val="00B947FE"/>
    <w:rsid w:val="00B95067"/>
    <w:rsid w:val="00B9541B"/>
    <w:rsid w:val="00B96AAA"/>
    <w:rsid w:val="00B96CB1"/>
    <w:rsid w:val="00B97A5E"/>
    <w:rsid w:val="00BA0722"/>
    <w:rsid w:val="00BA0B83"/>
    <w:rsid w:val="00BA0F97"/>
    <w:rsid w:val="00BA1C40"/>
    <w:rsid w:val="00BA1D8D"/>
    <w:rsid w:val="00BA4C7D"/>
    <w:rsid w:val="00BA5F79"/>
    <w:rsid w:val="00BA7B33"/>
    <w:rsid w:val="00BB0926"/>
    <w:rsid w:val="00BB1399"/>
    <w:rsid w:val="00BB2E81"/>
    <w:rsid w:val="00BB2F1A"/>
    <w:rsid w:val="00BB4116"/>
    <w:rsid w:val="00BB4A5C"/>
    <w:rsid w:val="00BB4C38"/>
    <w:rsid w:val="00BB545B"/>
    <w:rsid w:val="00BB6B87"/>
    <w:rsid w:val="00BB6CFC"/>
    <w:rsid w:val="00BB71FE"/>
    <w:rsid w:val="00BC0BBF"/>
    <w:rsid w:val="00BC1484"/>
    <w:rsid w:val="00BC21F9"/>
    <w:rsid w:val="00BC293F"/>
    <w:rsid w:val="00BC47BB"/>
    <w:rsid w:val="00BC4F3A"/>
    <w:rsid w:val="00BC58C8"/>
    <w:rsid w:val="00BC5EF6"/>
    <w:rsid w:val="00BC61AD"/>
    <w:rsid w:val="00BC6440"/>
    <w:rsid w:val="00BC6FB1"/>
    <w:rsid w:val="00BC706A"/>
    <w:rsid w:val="00BC732C"/>
    <w:rsid w:val="00BD06DE"/>
    <w:rsid w:val="00BD1BC6"/>
    <w:rsid w:val="00BD291F"/>
    <w:rsid w:val="00BD3C60"/>
    <w:rsid w:val="00BD3D22"/>
    <w:rsid w:val="00BD52C3"/>
    <w:rsid w:val="00BD6A66"/>
    <w:rsid w:val="00BD6D87"/>
    <w:rsid w:val="00BD7407"/>
    <w:rsid w:val="00BE07DE"/>
    <w:rsid w:val="00BE0E18"/>
    <w:rsid w:val="00BE1C29"/>
    <w:rsid w:val="00BE229E"/>
    <w:rsid w:val="00BE3863"/>
    <w:rsid w:val="00BE3978"/>
    <w:rsid w:val="00BE4AB2"/>
    <w:rsid w:val="00BE4AF0"/>
    <w:rsid w:val="00BE4B4F"/>
    <w:rsid w:val="00BE5A10"/>
    <w:rsid w:val="00BE71C8"/>
    <w:rsid w:val="00BE7202"/>
    <w:rsid w:val="00BE721B"/>
    <w:rsid w:val="00BF03E3"/>
    <w:rsid w:val="00BF0C8F"/>
    <w:rsid w:val="00BF172D"/>
    <w:rsid w:val="00BF21F3"/>
    <w:rsid w:val="00BF2230"/>
    <w:rsid w:val="00BF316A"/>
    <w:rsid w:val="00BF389E"/>
    <w:rsid w:val="00BF4D62"/>
    <w:rsid w:val="00BF4F79"/>
    <w:rsid w:val="00BF71DD"/>
    <w:rsid w:val="00BF7E11"/>
    <w:rsid w:val="00C00525"/>
    <w:rsid w:val="00C00BDE"/>
    <w:rsid w:val="00C02EE9"/>
    <w:rsid w:val="00C0378A"/>
    <w:rsid w:val="00C03ACF"/>
    <w:rsid w:val="00C048A0"/>
    <w:rsid w:val="00C04CF2"/>
    <w:rsid w:val="00C04EE2"/>
    <w:rsid w:val="00C053F5"/>
    <w:rsid w:val="00C053F6"/>
    <w:rsid w:val="00C05714"/>
    <w:rsid w:val="00C06193"/>
    <w:rsid w:val="00C0639F"/>
    <w:rsid w:val="00C06416"/>
    <w:rsid w:val="00C06754"/>
    <w:rsid w:val="00C075FB"/>
    <w:rsid w:val="00C10C81"/>
    <w:rsid w:val="00C10E57"/>
    <w:rsid w:val="00C11B6E"/>
    <w:rsid w:val="00C11B93"/>
    <w:rsid w:val="00C11F88"/>
    <w:rsid w:val="00C137D1"/>
    <w:rsid w:val="00C145FD"/>
    <w:rsid w:val="00C15228"/>
    <w:rsid w:val="00C157F0"/>
    <w:rsid w:val="00C1649E"/>
    <w:rsid w:val="00C165B5"/>
    <w:rsid w:val="00C169DC"/>
    <w:rsid w:val="00C17096"/>
    <w:rsid w:val="00C17629"/>
    <w:rsid w:val="00C212F4"/>
    <w:rsid w:val="00C216F1"/>
    <w:rsid w:val="00C21ABE"/>
    <w:rsid w:val="00C21F42"/>
    <w:rsid w:val="00C21F9D"/>
    <w:rsid w:val="00C21FBF"/>
    <w:rsid w:val="00C221E9"/>
    <w:rsid w:val="00C22C09"/>
    <w:rsid w:val="00C22C74"/>
    <w:rsid w:val="00C22EA7"/>
    <w:rsid w:val="00C239C0"/>
    <w:rsid w:val="00C23EC4"/>
    <w:rsid w:val="00C23F7E"/>
    <w:rsid w:val="00C24861"/>
    <w:rsid w:val="00C24E3B"/>
    <w:rsid w:val="00C25120"/>
    <w:rsid w:val="00C25A03"/>
    <w:rsid w:val="00C25BBC"/>
    <w:rsid w:val="00C2619D"/>
    <w:rsid w:val="00C276AC"/>
    <w:rsid w:val="00C30A61"/>
    <w:rsid w:val="00C30B21"/>
    <w:rsid w:val="00C320A5"/>
    <w:rsid w:val="00C3210B"/>
    <w:rsid w:val="00C32E6E"/>
    <w:rsid w:val="00C330F2"/>
    <w:rsid w:val="00C33942"/>
    <w:rsid w:val="00C34B95"/>
    <w:rsid w:val="00C358C5"/>
    <w:rsid w:val="00C360DF"/>
    <w:rsid w:val="00C36665"/>
    <w:rsid w:val="00C36E54"/>
    <w:rsid w:val="00C37221"/>
    <w:rsid w:val="00C37EAF"/>
    <w:rsid w:val="00C4017C"/>
    <w:rsid w:val="00C4085B"/>
    <w:rsid w:val="00C41278"/>
    <w:rsid w:val="00C4156C"/>
    <w:rsid w:val="00C41CA0"/>
    <w:rsid w:val="00C43348"/>
    <w:rsid w:val="00C43BCA"/>
    <w:rsid w:val="00C44080"/>
    <w:rsid w:val="00C4417E"/>
    <w:rsid w:val="00C4436C"/>
    <w:rsid w:val="00C4576E"/>
    <w:rsid w:val="00C459F0"/>
    <w:rsid w:val="00C45AE4"/>
    <w:rsid w:val="00C47A45"/>
    <w:rsid w:val="00C51E2F"/>
    <w:rsid w:val="00C54E8B"/>
    <w:rsid w:val="00C55B2C"/>
    <w:rsid w:val="00C55BE7"/>
    <w:rsid w:val="00C55F97"/>
    <w:rsid w:val="00C5678B"/>
    <w:rsid w:val="00C57BCF"/>
    <w:rsid w:val="00C57D5F"/>
    <w:rsid w:val="00C62E0E"/>
    <w:rsid w:val="00C63A12"/>
    <w:rsid w:val="00C6456A"/>
    <w:rsid w:val="00C646C0"/>
    <w:rsid w:val="00C66AD1"/>
    <w:rsid w:val="00C66D36"/>
    <w:rsid w:val="00C671C9"/>
    <w:rsid w:val="00C67656"/>
    <w:rsid w:val="00C70B68"/>
    <w:rsid w:val="00C71010"/>
    <w:rsid w:val="00C71406"/>
    <w:rsid w:val="00C72C42"/>
    <w:rsid w:val="00C73736"/>
    <w:rsid w:val="00C74493"/>
    <w:rsid w:val="00C74656"/>
    <w:rsid w:val="00C747C1"/>
    <w:rsid w:val="00C75251"/>
    <w:rsid w:val="00C76389"/>
    <w:rsid w:val="00C76FD4"/>
    <w:rsid w:val="00C77FAB"/>
    <w:rsid w:val="00C80013"/>
    <w:rsid w:val="00C803A0"/>
    <w:rsid w:val="00C83E28"/>
    <w:rsid w:val="00C8507D"/>
    <w:rsid w:val="00C85E5B"/>
    <w:rsid w:val="00C85F4C"/>
    <w:rsid w:val="00C87290"/>
    <w:rsid w:val="00C875FB"/>
    <w:rsid w:val="00C87969"/>
    <w:rsid w:val="00C87BDD"/>
    <w:rsid w:val="00C87DE1"/>
    <w:rsid w:val="00C90CBB"/>
    <w:rsid w:val="00C92A67"/>
    <w:rsid w:val="00C92DF7"/>
    <w:rsid w:val="00C92E75"/>
    <w:rsid w:val="00C93716"/>
    <w:rsid w:val="00C939CD"/>
    <w:rsid w:val="00C94BF5"/>
    <w:rsid w:val="00C94D13"/>
    <w:rsid w:val="00C9523D"/>
    <w:rsid w:val="00C96305"/>
    <w:rsid w:val="00C97023"/>
    <w:rsid w:val="00CA0089"/>
    <w:rsid w:val="00CA01D8"/>
    <w:rsid w:val="00CA0C9D"/>
    <w:rsid w:val="00CA1305"/>
    <w:rsid w:val="00CA1F8A"/>
    <w:rsid w:val="00CA216D"/>
    <w:rsid w:val="00CA26FE"/>
    <w:rsid w:val="00CA27EF"/>
    <w:rsid w:val="00CA2B12"/>
    <w:rsid w:val="00CA3F9D"/>
    <w:rsid w:val="00CA44DF"/>
    <w:rsid w:val="00CA4757"/>
    <w:rsid w:val="00CA4775"/>
    <w:rsid w:val="00CA5C28"/>
    <w:rsid w:val="00CA5C54"/>
    <w:rsid w:val="00CA666F"/>
    <w:rsid w:val="00CA6D84"/>
    <w:rsid w:val="00CA7230"/>
    <w:rsid w:val="00CA7372"/>
    <w:rsid w:val="00CB141D"/>
    <w:rsid w:val="00CB1646"/>
    <w:rsid w:val="00CB1C91"/>
    <w:rsid w:val="00CB1E5F"/>
    <w:rsid w:val="00CB1EA1"/>
    <w:rsid w:val="00CB26D8"/>
    <w:rsid w:val="00CB3841"/>
    <w:rsid w:val="00CB39BA"/>
    <w:rsid w:val="00CB41C2"/>
    <w:rsid w:val="00CB43FE"/>
    <w:rsid w:val="00CB570E"/>
    <w:rsid w:val="00CB58DE"/>
    <w:rsid w:val="00CB5992"/>
    <w:rsid w:val="00CB6D20"/>
    <w:rsid w:val="00CB6DA4"/>
    <w:rsid w:val="00CB78D1"/>
    <w:rsid w:val="00CC1BFA"/>
    <w:rsid w:val="00CC32AE"/>
    <w:rsid w:val="00CC3C4E"/>
    <w:rsid w:val="00CC5D6B"/>
    <w:rsid w:val="00CC5D79"/>
    <w:rsid w:val="00CC635F"/>
    <w:rsid w:val="00CC645C"/>
    <w:rsid w:val="00CC73E1"/>
    <w:rsid w:val="00CC76EC"/>
    <w:rsid w:val="00CD1011"/>
    <w:rsid w:val="00CD1CD8"/>
    <w:rsid w:val="00CD20C9"/>
    <w:rsid w:val="00CD22A0"/>
    <w:rsid w:val="00CD2787"/>
    <w:rsid w:val="00CD286B"/>
    <w:rsid w:val="00CD2CE2"/>
    <w:rsid w:val="00CD4CD3"/>
    <w:rsid w:val="00CD6334"/>
    <w:rsid w:val="00CD65F6"/>
    <w:rsid w:val="00CD7345"/>
    <w:rsid w:val="00CD7A54"/>
    <w:rsid w:val="00CE127F"/>
    <w:rsid w:val="00CE178A"/>
    <w:rsid w:val="00CE3270"/>
    <w:rsid w:val="00CE36B3"/>
    <w:rsid w:val="00CE4748"/>
    <w:rsid w:val="00CE4C12"/>
    <w:rsid w:val="00CE567F"/>
    <w:rsid w:val="00CE634D"/>
    <w:rsid w:val="00CE6AC5"/>
    <w:rsid w:val="00CE6DB6"/>
    <w:rsid w:val="00CF0A4D"/>
    <w:rsid w:val="00CF1181"/>
    <w:rsid w:val="00CF143E"/>
    <w:rsid w:val="00CF2370"/>
    <w:rsid w:val="00CF2C84"/>
    <w:rsid w:val="00CF4AF8"/>
    <w:rsid w:val="00CF4DC5"/>
    <w:rsid w:val="00D01CD2"/>
    <w:rsid w:val="00D01DBA"/>
    <w:rsid w:val="00D01EAB"/>
    <w:rsid w:val="00D025AF"/>
    <w:rsid w:val="00D02FBF"/>
    <w:rsid w:val="00D03158"/>
    <w:rsid w:val="00D03796"/>
    <w:rsid w:val="00D046CE"/>
    <w:rsid w:val="00D04D0C"/>
    <w:rsid w:val="00D05EB7"/>
    <w:rsid w:val="00D06CD5"/>
    <w:rsid w:val="00D076C6"/>
    <w:rsid w:val="00D10912"/>
    <w:rsid w:val="00D13490"/>
    <w:rsid w:val="00D13DEF"/>
    <w:rsid w:val="00D140B3"/>
    <w:rsid w:val="00D14393"/>
    <w:rsid w:val="00D15923"/>
    <w:rsid w:val="00D1606B"/>
    <w:rsid w:val="00D16CEF"/>
    <w:rsid w:val="00D17A73"/>
    <w:rsid w:val="00D203C9"/>
    <w:rsid w:val="00D20919"/>
    <w:rsid w:val="00D20A75"/>
    <w:rsid w:val="00D20AB0"/>
    <w:rsid w:val="00D212CD"/>
    <w:rsid w:val="00D2155A"/>
    <w:rsid w:val="00D216C2"/>
    <w:rsid w:val="00D2179C"/>
    <w:rsid w:val="00D21D52"/>
    <w:rsid w:val="00D22C75"/>
    <w:rsid w:val="00D23AE2"/>
    <w:rsid w:val="00D24840"/>
    <w:rsid w:val="00D271C6"/>
    <w:rsid w:val="00D271F3"/>
    <w:rsid w:val="00D30362"/>
    <w:rsid w:val="00D316D6"/>
    <w:rsid w:val="00D32CC9"/>
    <w:rsid w:val="00D33741"/>
    <w:rsid w:val="00D3429F"/>
    <w:rsid w:val="00D34DC0"/>
    <w:rsid w:val="00D34EC4"/>
    <w:rsid w:val="00D3617B"/>
    <w:rsid w:val="00D3633C"/>
    <w:rsid w:val="00D372BF"/>
    <w:rsid w:val="00D404AE"/>
    <w:rsid w:val="00D43412"/>
    <w:rsid w:val="00D439C0"/>
    <w:rsid w:val="00D45EEB"/>
    <w:rsid w:val="00D46343"/>
    <w:rsid w:val="00D46C72"/>
    <w:rsid w:val="00D474E3"/>
    <w:rsid w:val="00D5121A"/>
    <w:rsid w:val="00D51517"/>
    <w:rsid w:val="00D5249B"/>
    <w:rsid w:val="00D529A7"/>
    <w:rsid w:val="00D5365B"/>
    <w:rsid w:val="00D540AA"/>
    <w:rsid w:val="00D540FF"/>
    <w:rsid w:val="00D549BC"/>
    <w:rsid w:val="00D54E4F"/>
    <w:rsid w:val="00D555F4"/>
    <w:rsid w:val="00D556D8"/>
    <w:rsid w:val="00D55B04"/>
    <w:rsid w:val="00D55CB7"/>
    <w:rsid w:val="00D55EB1"/>
    <w:rsid w:val="00D55EC7"/>
    <w:rsid w:val="00D56EB2"/>
    <w:rsid w:val="00D57330"/>
    <w:rsid w:val="00D6028E"/>
    <w:rsid w:val="00D603A2"/>
    <w:rsid w:val="00D6052F"/>
    <w:rsid w:val="00D60A78"/>
    <w:rsid w:val="00D6284B"/>
    <w:rsid w:val="00D63006"/>
    <w:rsid w:val="00D641DF"/>
    <w:rsid w:val="00D64B7F"/>
    <w:rsid w:val="00D66B10"/>
    <w:rsid w:val="00D66B44"/>
    <w:rsid w:val="00D677C4"/>
    <w:rsid w:val="00D67B2E"/>
    <w:rsid w:val="00D67F84"/>
    <w:rsid w:val="00D706B1"/>
    <w:rsid w:val="00D70813"/>
    <w:rsid w:val="00D710BB"/>
    <w:rsid w:val="00D71415"/>
    <w:rsid w:val="00D72B72"/>
    <w:rsid w:val="00D7337B"/>
    <w:rsid w:val="00D73707"/>
    <w:rsid w:val="00D75C43"/>
    <w:rsid w:val="00D764F5"/>
    <w:rsid w:val="00D77713"/>
    <w:rsid w:val="00D77F77"/>
    <w:rsid w:val="00D80655"/>
    <w:rsid w:val="00D807B2"/>
    <w:rsid w:val="00D80E50"/>
    <w:rsid w:val="00D81187"/>
    <w:rsid w:val="00D8160D"/>
    <w:rsid w:val="00D81B49"/>
    <w:rsid w:val="00D8241D"/>
    <w:rsid w:val="00D82C73"/>
    <w:rsid w:val="00D83060"/>
    <w:rsid w:val="00D834A7"/>
    <w:rsid w:val="00D836F5"/>
    <w:rsid w:val="00D83C19"/>
    <w:rsid w:val="00D8524D"/>
    <w:rsid w:val="00D861EF"/>
    <w:rsid w:val="00D87802"/>
    <w:rsid w:val="00D90752"/>
    <w:rsid w:val="00D90EAC"/>
    <w:rsid w:val="00D90FED"/>
    <w:rsid w:val="00D91C59"/>
    <w:rsid w:val="00D92252"/>
    <w:rsid w:val="00D92B3E"/>
    <w:rsid w:val="00D92C9B"/>
    <w:rsid w:val="00D92FB8"/>
    <w:rsid w:val="00D9305E"/>
    <w:rsid w:val="00D931A6"/>
    <w:rsid w:val="00D95364"/>
    <w:rsid w:val="00D9571B"/>
    <w:rsid w:val="00D95C3A"/>
    <w:rsid w:val="00D95DC2"/>
    <w:rsid w:val="00D97116"/>
    <w:rsid w:val="00D97A03"/>
    <w:rsid w:val="00DA464A"/>
    <w:rsid w:val="00DA6609"/>
    <w:rsid w:val="00DB03E4"/>
    <w:rsid w:val="00DB05E8"/>
    <w:rsid w:val="00DB0FDE"/>
    <w:rsid w:val="00DB39E7"/>
    <w:rsid w:val="00DB546B"/>
    <w:rsid w:val="00DB5E55"/>
    <w:rsid w:val="00DB6CF5"/>
    <w:rsid w:val="00DB7F3E"/>
    <w:rsid w:val="00DC0A6E"/>
    <w:rsid w:val="00DC196C"/>
    <w:rsid w:val="00DC23E4"/>
    <w:rsid w:val="00DC26D3"/>
    <w:rsid w:val="00DC27E6"/>
    <w:rsid w:val="00DC28AC"/>
    <w:rsid w:val="00DC467F"/>
    <w:rsid w:val="00DC6570"/>
    <w:rsid w:val="00DD11B7"/>
    <w:rsid w:val="00DD13DE"/>
    <w:rsid w:val="00DD19B0"/>
    <w:rsid w:val="00DD27AB"/>
    <w:rsid w:val="00DD288F"/>
    <w:rsid w:val="00DD40A7"/>
    <w:rsid w:val="00DD4F8E"/>
    <w:rsid w:val="00DD50D0"/>
    <w:rsid w:val="00DD5369"/>
    <w:rsid w:val="00DD5689"/>
    <w:rsid w:val="00DD72A6"/>
    <w:rsid w:val="00DD74CB"/>
    <w:rsid w:val="00DD7665"/>
    <w:rsid w:val="00DD786C"/>
    <w:rsid w:val="00DE117F"/>
    <w:rsid w:val="00DE1737"/>
    <w:rsid w:val="00DE21B8"/>
    <w:rsid w:val="00DE2739"/>
    <w:rsid w:val="00DE2819"/>
    <w:rsid w:val="00DE2F5C"/>
    <w:rsid w:val="00DE37F8"/>
    <w:rsid w:val="00DE4368"/>
    <w:rsid w:val="00DE4D90"/>
    <w:rsid w:val="00DE4DA4"/>
    <w:rsid w:val="00DE584C"/>
    <w:rsid w:val="00DE654A"/>
    <w:rsid w:val="00DE6916"/>
    <w:rsid w:val="00DF0290"/>
    <w:rsid w:val="00DF0C25"/>
    <w:rsid w:val="00DF1955"/>
    <w:rsid w:val="00DF3E4B"/>
    <w:rsid w:val="00DF42CC"/>
    <w:rsid w:val="00DF46A5"/>
    <w:rsid w:val="00DF52EB"/>
    <w:rsid w:val="00DF62A9"/>
    <w:rsid w:val="00DF748E"/>
    <w:rsid w:val="00DF76DA"/>
    <w:rsid w:val="00DF7F6E"/>
    <w:rsid w:val="00E0158B"/>
    <w:rsid w:val="00E02CD6"/>
    <w:rsid w:val="00E03C44"/>
    <w:rsid w:val="00E03CED"/>
    <w:rsid w:val="00E045F0"/>
    <w:rsid w:val="00E04911"/>
    <w:rsid w:val="00E050F5"/>
    <w:rsid w:val="00E060C9"/>
    <w:rsid w:val="00E06AEC"/>
    <w:rsid w:val="00E06D5D"/>
    <w:rsid w:val="00E10094"/>
    <w:rsid w:val="00E107FD"/>
    <w:rsid w:val="00E109F1"/>
    <w:rsid w:val="00E1248C"/>
    <w:rsid w:val="00E1253B"/>
    <w:rsid w:val="00E126B0"/>
    <w:rsid w:val="00E12F39"/>
    <w:rsid w:val="00E15401"/>
    <w:rsid w:val="00E167F0"/>
    <w:rsid w:val="00E1696C"/>
    <w:rsid w:val="00E177F0"/>
    <w:rsid w:val="00E17C1C"/>
    <w:rsid w:val="00E17C88"/>
    <w:rsid w:val="00E2019F"/>
    <w:rsid w:val="00E2123A"/>
    <w:rsid w:val="00E237A1"/>
    <w:rsid w:val="00E23BF8"/>
    <w:rsid w:val="00E2407B"/>
    <w:rsid w:val="00E27058"/>
    <w:rsid w:val="00E27107"/>
    <w:rsid w:val="00E27230"/>
    <w:rsid w:val="00E278AE"/>
    <w:rsid w:val="00E30EE7"/>
    <w:rsid w:val="00E31771"/>
    <w:rsid w:val="00E31BB3"/>
    <w:rsid w:val="00E326D0"/>
    <w:rsid w:val="00E32AD6"/>
    <w:rsid w:val="00E34952"/>
    <w:rsid w:val="00E35A46"/>
    <w:rsid w:val="00E35AB8"/>
    <w:rsid w:val="00E37EEE"/>
    <w:rsid w:val="00E41348"/>
    <w:rsid w:val="00E42E92"/>
    <w:rsid w:val="00E43A05"/>
    <w:rsid w:val="00E43BD1"/>
    <w:rsid w:val="00E43F2C"/>
    <w:rsid w:val="00E44711"/>
    <w:rsid w:val="00E461B6"/>
    <w:rsid w:val="00E46809"/>
    <w:rsid w:val="00E47CC1"/>
    <w:rsid w:val="00E47CF6"/>
    <w:rsid w:val="00E51913"/>
    <w:rsid w:val="00E52385"/>
    <w:rsid w:val="00E53FB5"/>
    <w:rsid w:val="00E5402C"/>
    <w:rsid w:val="00E54198"/>
    <w:rsid w:val="00E57AB4"/>
    <w:rsid w:val="00E57B42"/>
    <w:rsid w:val="00E60470"/>
    <w:rsid w:val="00E60E48"/>
    <w:rsid w:val="00E615A2"/>
    <w:rsid w:val="00E6189B"/>
    <w:rsid w:val="00E61D18"/>
    <w:rsid w:val="00E62101"/>
    <w:rsid w:val="00E6231F"/>
    <w:rsid w:val="00E638F7"/>
    <w:rsid w:val="00E644EA"/>
    <w:rsid w:val="00E64927"/>
    <w:rsid w:val="00E6515C"/>
    <w:rsid w:val="00E651B5"/>
    <w:rsid w:val="00E65B39"/>
    <w:rsid w:val="00E66284"/>
    <w:rsid w:val="00E66847"/>
    <w:rsid w:val="00E70717"/>
    <w:rsid w:val="00E70C59"/>
    <w:rsid w:val="00E70E27"/>
    <w:rsid w:val="00E72AF0"/>
    <w:rsid w:val="00E7353D"/>
    <w:rsid w:val="00E7363D"/>
    <w:rsid w:val="00E7369E"/>
    <w:rsid w:val="00E741DC"/>
    <w:rsid w:val="00E75856"/>
    <w:rsid w:val="00E761BA"/>
    <w:rsid w:val="00E7671A"/>
    <w:rsid w:val="00E76C68"/>
    <w:rsid w:val="00E80DB6"/>
    <w:rsid w:val="00E81E65"/>
    <w:rsid w:val="00E82501"/>
    <w:rsid w:val="00E82D82"/>
    <w:rsid w:val="00E8315B"/>
    <w:rsid w:val="00E835C0"/>
    <w:rsid w:val="00E83832"/>
    <w:rsid w:val="00E84571"/>
    <w:rsid w:val="00E84600"/>
    <w:rsid w:val="00E846A7"/>
    <w:rsid w:val="00E8505A"/>
    <w:rsid w:val="00E8533B"/>
    <w:rsid w:val="00E856E9"/>
    <w:rsid w:val="00E857ED"/>
    <w:rsid w:val="00E86166"/>
    <w:rsid w:val="00E86A0A"/>
    <w:rsid w:val="00E86D52"/>
    <w:rsid w:val="00E87861"/>
    <w:rsid w:val="00E90BBD"/>
    <w:rsid w:val="00E9245A"/>
    <w:rsid w:val="00E928AC"/>
    <w:rsid w:val="00E93604"/>
    <w:rsid w:val="00E9363A"/>
    <w:rsid w:val="00E93A42"/>
    <w:rsid w:val="00E9428B"/>
    <w:rsid w:val="00E94AC3"/>
    <w:rsid w:val="00E95FE0"/>
    <w:rsid w:val="00E96906"/>
    <w:rsid w:val="00E96D6B"/>
    <w:rsid w:val="00E9741F"/>
    <w:rsid w:val="00E97667"/>
    <w:rsid w:val="00EA0D0D"/>
    <w:rsid w:val="00EA20C1"/>
    <w:rsid w:val="00EA2782"/>
    <w:rsid w:val="00EA30FD"/>
    <w:rsid w:val="00EA3D43"/>
    <w:rsid w:val="00EA542C"/>
    <w:rsid w:val="00EA595A"/>
    <w:rsid w:val="00EA673A"/>
    <w:rsid w:val="00EA7A5B"/>
    <w:rsid w:val="00EA7DB7"/>
    <w:rsid w:val="00EB0957"/>
    <w:rsid w:val="00EB32B6"/>
    <w:rsid w:val="00EB474C"/>
    <w:rsid w:val="00EB49EA"/>
    <w:rsid w:val="00EB4AD4"/>
    <w:rsid w:val="00EB5A7F"/>
    <w:rsid w:val="00EB5C07"/>
    <w:rsid w:val="00EB5E32"/>
    <w:rsid w:val="00EB61BC"/>
    <w:rsid w:val="00EB6323"/>
    <w:rsid w:val="00EB6826"/>
    <w:rsid w:val="00EB6F9A"/>
    <w:rsid w:val="00EC03B1"/>
    <w:rsid w:val="00EC0E5D"/>
    <w:rsid w:val="00EC12C3"/>
    <w:rsid w:val="00EC24C8"/>
    <w:rsid w:val="00EC2CDD"/>
    <w:rsid w:val="00EC2DBE"/>
    <w:rsid w:val="00EC46FD"/>
    <w:rsid w:val="00EC4CE2"/>
    <w:rsid w:val="00EC50BD"/>
    <w:rsid w:val="00EC5C31"/>
    <w:rsid w:val="00EC5FF1"/>
    <w:rsid w:val="00EC7B91"/>
    <w:rsid w:val="00EC7F26"/>
    <w:rsid w:val="00ED0E1B"/>
    <w:rsid w:val="00ED1056"/>
    <w:rsid w:val="00ED1ADA"/>
    <w:rsid w:val="00ED205B"/>
    <w:rsid w:val="00ED2579"/>
    <w:rsid w:val="00ED2603"/>
    <w:rsid w:val="00ED3706"/>
    <w:rsid w:val="00ED37F6"/>
    <w:rsid w:val="00ED52A3"/>
    <w:rsid w:val="00ED68D9"/>
    <w:rsid w:val="00ED7DEB"/>
    <w:rsid w:val="00EE0039"/>
    <w:rsid w:val="00EE01CC"/>
    <w:rsid w:val="00EE0242"/>
    <w:rsid w:val="00EE15DF"/>
    <w:rsid w:val="00EE246F"/>
    <w:rsid w:val="00EE24AC"/>
    <w:rsid w:val="00EE2F50"/>
    <w:rsid w:val="00EE3CA3"/>
    <w:rsid w:val="00EE478B"/>
    <w:rsid w:val="00EE48A3"/>
    <w:rsid w:val="00EE4DB1"/>
    <w:rsid w:val="00EE5BC4"/>
    <w:rsid w:val="00EE6388"/>
    <w:rsid w:val="00EF0562"/>
    <w:rsid w:val="00EF0829"/>
    <w:rsid w:val="00EF0E25"/>
    <w:rsid w:val="00EF1948"/>
    <w:rsid w:val="00EF1AC5"/>
    <w:rsid w:val="00EF29B7"/>
    <w:rsid w:val="00EF2BC1"/>
    <w:rsid w:val="00EF3619"/>
    <w:rsid w:val="00EF3F89"/>
    <w:rsid w:val="00EF4109"/>
    <w:rsid w:val="00EF497B"/>
    <w:rsid w:val="00EF4E47"/>
    <w:rsid w:val="00EF5155"/>
    <w:rsid w:val="00EF5D7B"/>
    <w:rsid w:val="00EF669E"/>
    <w:rsid w:val="00EF690E"/>
    <w:rsid w:val="00EF6AEB"/>
    <w:rsid w:val="00EF71EA"/>
    <w:rsid w:val="00EF7780"/>
    <w:rsid w:val="00EF7867"/>
    <w:rsid w:val="00F011DB"/>
    <w:rsid w:val="00F01314"/>
    <w:rsid w:val="00F025A0"/>
    <w:rsid w:val="00F0354F"/>
    <w:rsid w:val="00F03929"/>
    <w:rsid w:val="00F039B3"/>
    <w:rsid w:val="00F042E2"/>
    <w:rsid w:val="00F05DCA"/>
    <w:rsid w:val="00F05E35"/>
    <w:rsid w:val="00F05E3B"/>
    <w:rsid w:val="00F066F4"/>
    <w:rsid w:val="00F101B5"/>
    <w:rsid w:val="00F11D97"/>
    <w:rsid w:val="00F121D1"/>
    <w:rsid w:val="00F124C9"/>
    <w:rsid w:val="00F12DAC"/>
    <w:rsid w:val="00F13038"/>
    <w:rsid w:val="00F13C93"/>
    <w:rsid w:val="00F14423"/>
    <w:rsid w:val="00F144B9"/>
    <w:rsid w:val="00F152B2"/>
    <w:rsid w:val="00F1548C"/>
    <w:rsid w:val="00F154B3"/>
    <w:rsid w:val="00F1573F"/>
    <w:rsid w:val="00F1634E"/>
    <w:rsid w:val="00F16573"/>
    <w:rsid w:val="00F1679B"/>
    <w:rsid w:val="00F16A20"/>
    <w:rsid w:val="00F17445"/>
    <w:rsid w:val="00F202B2"/>
    <w:rsid w:val="00F208BA"/>
    <w:rsid w:val="00F20A05"/>
    <w:rsid w:val="00F2130F"/>
    <w:rsid w:val="00F22755"/>
    <w:rsid w:val="00F231FA"/>
    <w:rsid w:val="00F24EAE"/>
    <w:rsid w:val="00F25183"/>
    <w:rsid w:val="00F251D0"/>
    <w:rsid w:val="00F2549F"/>
    <w:rsid w:val="00F2711C"/>
    <w:rsid w:val="00F27A93"/>
    <w:rsid w:val="00F27C69"/>
    <w:rsid w:val="00F309F7"/>
    <w:rsid w:val="00F31812"/>
    <w:rsid w:val="00F323B3"/>
    <w:rsid w:val="00F33E91"/>
    <w:rsid w:val="00F33EB9"/>
    <w:rsid w:val="00F3445A"/>
    <w:rsid w:val="00F348F0"/>
    <w:rsid w:val="00F35366"/>
    <w:rsid w:val="00F355F7"/>
    <w:rsid w:val="00F35CA6"/>
    <w:rsid w:val="00F36206"/>
    <w:rsid w:val="00F36466"/>
    <w:rsid w:val="00F37199"/>
    <w:rsid w:val="00F3737E"/>
    <w:rsid w:val="00F3753C"/>
    <w:rsid w:val="00F376A5"/>
    <w:rsid w:val="00F37C22"/>
    <w:rsid w:val="00F40AC6"/>
    <w:rsid w:val="00F41383"/>
    <w:rsid w:val="00F423EF"/>
    <w:rsid w:val="00F42B01"/>
    <w:rsid w:val="00F444DB"/>
    <w:rsid w:val="00F45057"/>
    <w:rsid w:val="00F45589"/>
    <w:rsid w:val="00F45BB6"/>
    <w:rsid w:val="00F47EAC"/>
    <w:rsid w:val="00F5036A"/>
    <w:rsid w:val="00F50AAF"/>
    <w:rsid w:val="00F51F8B"/>
    <w:rsid w:val="00F5215F"/>
    <w:rsid w:val="00F526DA"/>
    <w:rsid w:val="00F53FCA"/>
    <w:rsid w:val="00F550C4"/>
    <w:rsid w:val="00F5543F"/>
    <w:rsid w:val="00F56898"/>
    <w:rsid w:val="00F569C6"/>
    <w:rsid w:val="00F569CF"/>
    <w:rsid w:val="00F56EC0"/>
    <w:rsid w:val="00F57124"/>
    <w:rsid w:val="00F6090E"/>
    <w:rsid w:val="00F62186"/>
    <w:rsid w:val="00F627F8"/>
    <w:rsid w:val="00F63192"/>
    <w:rsid w:val="00F66068"/>
    <w:rsid w:val="00F7018B"/>
    <w:rsid w:val="00F702A3"/>
    <w:rsid w:val="00F703A5"/>
    <w:rsid w:val="00F7310E"/>
    <w:rsid w:val="00F7392F"/>
    <w:rsid w:val="00F7451D"/>
    <w:rsid w:val="00F7469D"/>
    <w:rsid w:val="00F748A4"/>
    <w:rsid w:val="00F757F4"/>
    <w:rsid w:val="00F80A30"/>
    <w:rsid w:val="00F8166B"/>
    <w:rsid w:val="00F82152"/>
    <w:rsid w:val="00F822C0"/>
    <w:rsid w:val="00F83A3B"/>
    <w:rsid w:val="00F843DD"/>
    <w:rsid w:val="00F844A1"/>
    <w:rsid w:val="00F84A66"/>
    <w:rsid w:val="00F84AA5"/>
    <w:rsid w:val="00F84E5A"/>
    <w:rsid w:val="00F852C9"/>
    <w:rsid w:val="00F8530E"/>
    <w:rsid w:val="00F8576C"/>
    <w:rsid w:val="00F85DF5"/>
    <w:rsid w:val="00F86BE1"/>
    <w:rsid w:val="00F87F56"/>
    <w:rsid w:val="00F908AD"/>
    <w:rsid w:val="00F90DDF"/>
    <w:rsid w:val="00F916DD"/>
    <w:rsid w:val="00F9188F"/>
    <w:rsid w:val="00F9268C"/>
    <w:rsid w:val="00F93192"/>
    <w:rsid w:val="00F932BD"/>
    <w:rsid w:val="00F942A0"/>
    <w:rsid w:val="00F94406"/>
    <w:rsid w:val="00F945DD"/>
    <w:rsid w:val="00F945E5"/>
    <w:rsid w:val="00F95378"/>
    <w:rsid w:val="00F96588"/>
    <w:rsid w:val="00F96ADF"/>
    <w:rsid w:val="00F971B6"/>
    <w:rsid w:val="00F972A1"/>
    <w:rsid w:val="00F97BCE"/>
    <w:rsid w:val="00FA0534"/>
    <w:rsid w:val="00FA15D4"/>
    <w:rsid w:val="00FA2102"/>
    <w:rsid w:val="00FA3183"/>
    <w:rsid w:val="00FA326B"/>
    <w:rsid w:val="00FA3356"/>
    <w:rsid w:val="00FA33AC"/>
    <w:rsid w:val="00FA446C"/>
    <w:rsid w:val="00FA480B"/>
    <w:rsid w:val="00FA620A"/>
    <w:rsid w:val="00FA661F"/>
    <w:rsid w:val="00FA77A2"/>
    <w:rsid w:val="00FA7EBC"/>
    <w:rsid w:val="00FB0CE1"/>
    <w:rsid w:val="00FB0E8C"/>
    <w:rsid w:val="00FB3A6D"/>
    <w:rsid w:val="00FB3BED"/>
    <w:rsid w:val="00FB4012"/>
    <w:rsid w:val="00FB44FE"/>
    <w:rsid w:val="00FB472C"/>
    <w:rsid w:val="00FB5024"/>
    <w:rsid w:val="00FB5F1C"/>
    <w:rsid w:val="00FC0847"/>
    <w:rsid w:val="00FC16FD"/>
    <w:rsid w:val="00FC187F"/>
    <w:rsid w:val="00FC33EA"/>
    <w:rsid w:val="00FC3563"/>
    <w:rsid w:val="00FC36C1"/>
    <w:rsid w:val="00FC3864"/>
    <w:rsid w:val="00FC4596"/>
    <w:rsid w:val="00FC54F0"/>
    <w:rsid w:val="00FC6360"/>
    <w:rsid w:val="00FC701C"/>
    <w:rsid w:val="00FC738A"/>
    <w:rsid w:val="00FC7FC4"/>
    <w:rsid w:val="00FD00CA"/>
    <w:rsid w:val="00FD0A7A"/>
    <w:rsid w:val="00FD115B"/>
    <w:rsid w:val="00FD1898"/>
    <w:rsid w:val="00FD1A8C"/>
    <w:rsid w:val="00FD2239"/>
    <w:rsid w:val="00FD2AC8"/>
    <w:rsid w:val="00FD302C"/>
    <w:rsid w:val="00FD3A26"/>
    <w:rsid w:val="00FD4787"/>
    <w:rsid w:val="00FD48C4"/>
    <w:rsid w:val="00FD5D01"/>
    <w:rsid w:val="00FE003E"/>
    <w:rsid w:val="00FE0F7B"/>
    <w:rsid w:val="00FE1159"/>
    <w:rsid w:val="00FE196D"/>
    <w:rsid w:val="00FE4EEA"/>
    <w:rsid w:val="00FE51CB"/>
    <w:rsid w:val="00FE544D"/>
    <w:rsid w:val="00FE6CF3"/>
    <w:rsid w:val="00FE7488"/>
    <w:rsid w:val="00FF1739"/>
    <w:rsid w:val="00FF1AD7"/>
    <w:rsid w:val="00FF28A3"/>
    <w:rsid w:val="00FF2CCE"/>
    <w:rsid w:val="00FF3077"/>
    <w:rsid w:val="00FF329B"/>
    <w:rsid w:val="00FF5A15"/>
    <w:rsid w:val="00FF6168"/>
    <w:rsid w:val="00FF6552"/>
    <w:rsid w:val="00FF6811"/>
    <w:rsid w:val="00FF6C55"/>
    <w:rsid w:val="00FF74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5E8"/>
    <w:pPr>
      <w:widowControl w:val="0"/>
      <w:adjustRightInd w:val="0"/>
      <w:spacing w:line="312" w:lineRule="atLeast"/>
      <w:jc w:val="both"/>
      <w:textAlignment w:val="baseline"/>
    </w:pPr>
    <w:rPr>
      <w:rFonts w:ascii="Times New Roman" w:eastAsia="楷体_GB2312" w:hAnsi="Times New Roman"/>
      <w:spacing w:val="8"/>
      <w:kern w:val="0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1951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9517C"/>
    <w:rPr>
      <w:rFonts w:ascii="Times New Roman" w:eastAsia="楷体_GB2312" w:hAnsi="Times New Roman" w:cs="Times New Roman"/>
      <w:spacing w:val="8"/>
      <w:kern w:val="0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19517C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9517C"/>
    <w:rPr>
      <w:rFonts w:ascii="Times New Roman" w:eastAsia="楷体_GB2312" w:hAnsi="Times New Roman" w:cs="Times New Roman"/>
      <w:spacing w:val="8"/>
      <w:kern w:val="0"/>
      <w:sz w:val="18"/>
      <w:szCs w:val="18"/>
    </w:rPr>
  </w:style>
  <w:style w:type="character" w:styleId="Strong">
    <w:name w:val="Strong"/>
    <w:basedOn w:val="DefaultParagraphFont"/>
    <w:uiPriority w:val="99"/>
    <w:qFormat/>
    <w:rsid w:val="00D60A7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3213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21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21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213916">
                  <w:marLeft w:val="0"/>
                  <w:marRight w:val="0"/>
                  <w:marTop w:val="1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21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213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4" w:space="13" w:color="CCCCCC"/>
                            <w:bottom w:val="single" w:sz="4" w:space="13" w:color="CCCCCC"/>
                            <w:right w:val="single" w:sz="4" w:space="13" w:color="CCCCCC"/>
                          </w:divBdr>
                          <w:divsChild>
                            <w:div w:id="1023213917">
                              <w:marLeft w:val="0"/>
                              <w:marRight w:val="0"/>
                              <w:marTop w:val="1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3213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321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3213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3213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3213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3213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3213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3213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3213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3213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3213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3213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3213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3213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3213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3213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3213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3213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3213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41</TotalTime>
  <Pages>1</Pages>
  <Words>20</Words>
  <Characters>120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user</cp:lastModifiedBy>
  <cp:revision>14</cp:revision>
  <dcterms:created xsi:type="dcterms:W3CDTF">2018-01-18T03:02:00Z</dcterms:created>
  <dcterms:modified xsi:type="dcterms:W3CDTF">2018-02-24T09:19:00Z</dcterms:modified>
</cp:coreProperties>
</file>